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7DCE6" w14:textId="77777777" w:rsidR="00515CC0" w:rsidRPr="00266ABE" w:rsidRDefault="00266ABE">
      <w:pPr>
        <w:rPr>
          <w:b/>
        </w:rPr>
      </w:pPr>
      <w:r w:rsidRPr="00266ABE">
        <w:rPr>
          <w:b/>
        </w:rPr>
        <w:t>VAS Narrative in Art</w:t>
      </w:r>
      <w:r w:rsidR="00842CFC" w:rsidRPr="00266ABE">
        <w:rPr>
          <w:b/>
        </w:rPr>
        <w:t xml:space="preserve"> - </w:t>
      </w:r>
      <w:r w:rsidR="00353310" w:rsidRPr="00266ABE">
        <w:rPr>
          <w:b/>
        </w:rPr>
        <w:t>Studio Application</w:t>
      </w:r>
    </w:p>
    <w:p w14:paraId="4B8246D6" w14:textId="77777777" w:rsidR="00353310" w:rsidRDefault="00353310"/>
    <w:p w14:paraId="5FE44D11" w14:textId="77777777" w:rsidR="00842CFC" w:rsidRDefault="00353310">
      <w:r>
        <w:t>Below is the assessment rubric for this part of the project.</w:t>
      </w:r>
    </w:p>
    <w:p w14:paraId="546D7066" w14:textId="77777777" w:rsidR="00842CFC" w:rsidRPr="00842CFC" w:rsidRDefault="00842CFC" w:rsidP="00842CFC"/>
    <w:p w14:paraId="057DD020" w14:textId="77777777" w:rsidR="00842CFC" w:rsidRPr="00842CFC" w:rsidRDefault="009F0BC1" w:rsidP="00842CFC">
      <w:r>
        <w:rPr>
          <w:noProof/>
          <w:lang w:eastAsia="en-US"/>
        </w:rPr>
        <mc:AlternateContent>
          <mc:Choice Requires="wps">
            <w:drawing>
              <wp:anchor distT="0" distB="0" distL="114300" distR="114300" simplePos="0" relativeHeight="251659264" behindDoc="0" locked="0" layoutInCell="1" allowOverlap="1" wp14:anchorId="097BBA80" wp14:editId="6AAE8163">
                <wp:simplePos x="0" y="0"/>
                <wp:positionH relativeFrom="column">
                  <wp:posOffset>-742315</wp:posOffset>
                </wp:positionH>
                <wp:positionV relativeFrom="paragraph">
                  <wp:posOffset>36830</wp:posOffset>
                </wp:positionV>
                <wp:extent cx="6915150" cy="49720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6915150" cy="4972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0588" w:type="dxa"/>
                              <w:tblLayout w:type="fixed"/>
                              <w:tblLook w:val="04A0" w:firstRow="1" w:lastRow="0" w:firstColumn="1" w:lastColumn="0" w:noHBand="0" w:noVBand="1"/>
                            </w:tblPr>
                            <w:tblGrid>
                              <w:gridCol w:w="817"/>
                              <w:gridCol w:w="1843"/>
                              <w:gridCol w:w="1321"/>
                              <w:gridCol w:w="1321"/>
                              <w:gridCol w:w="1322"/>
                              <w:gridCol w:w="1321"/>
                              <w:gridCol w:w="1321"/>
                              <w:gridCol w:w="1322"/>
                            </w:tblGrid>
                            <w:tr w:rsidR="00842CFC" w14:paraId="1163AF20" w14:textId="77777777" w:rsidTr="007B7DE0">
                              <w:trPr>
                                <w:cantSplit/>
                                <w:trHeight w:val="1408"/>
                              </w:trPr>
                              <w:tc>
                                <w:tcPr>
                                  <w:tcW w:w="817" w:type="dxa"/>
                                  <w:textDirection w:val="btLr"/>
                                  <w:vAlign w:val="center"/>
                                </w:tcPr>
                                <w:p w14:paraId="43A69858" w14:textId="77777777" w:rsidR="00842CFC" w:rsidRDefault="00842CFC" w:rsidP="00842CFC">
                                  <w:pPr>
                                    <w:ind w:left="113" w:right="113"/>
                                    <w:jc w:val="center"/>
                                  </w:pPr>
                                  <w:r>
                                    <w:t xml:space="preserve">   </w:t>
                                  </w:r>
                                </w:p>
                              </w:tc>
                              <w:tc>
                                <w:tcPr>
                                  <w:tcW w:w="1843" w:type="dxa"/>
                                  <w:vAlign w:val="center"/>
                                </w:tcPr>
                                <w:p w14:paraId="692F3897" w14:textId="77777777" w:rsidR="00842CFC" w:rsidRPr="007B7DE0" w:rsidRDefault="00842CFC" w:rsidP="007B7DE0">
                                  <w:pPr>
                                    <w:rPr>
                                      <w:color w:val="800000"/>
                                      <w:sz w:val="18"/>
                                      <w:szCs w:val="18"/>
                                    </w:rPr>
                                  </w:pPr>
                                  <w:r w:rsidRPr="007B7DE0">
                                    <w:rPr>
                                      <w:color w:val="800000"/>
                                      <w:sz w:val="18"/>
                                      <w:szCs w:val="18"/>
                                    </w:rPr>
                                    <w:t>Highlighted areas below need further development</w:t>
                                  </w:r>
                                </w:p>
                              </w:tc>
                              <w:tc>
                                <w:tcPr>
                                  <w:tcW w:w="1321" w:type="dxa"/>
                                  <w:vAlign w:val="center"/>
                                </w:tcPr>
                                <w:p w14:paraId="539AE3C7" w14:textId="77777777" w:rsidR="00842CFC" w:rsidRPr="0074205B" w:rsidRDefault="00842CFC" w:rsidP="00842CFC">
                                  <w:pPr>
                                    <w:rPr>
                                      <w:sz w:val="16"/>
                                      <w:szCs w:val="16"/>
                                    </w:rPr>
                                  </w:pPr>
                                  <w:r w:rsidRPr="0074205B">
                                    <w:rPr>
                                      <w:sz w:val="16"/>
                                      <w:szCs w:val="16"/>
                                    </w:rPr>
                                    <w:t>Studio work goes well beyond expectations in conveying understanding</w:t>
                                  </w:r>
                                </w:p>
                              </w:tc>
                              <w:tc>
                                <w:tcPr>
                                  <w:tcW w:w="1321" w:type="dxa"/>
                                  <w:shd w:val="clear" w:color="auto" w:fill="DDD9C3" w:themeFill="background2" w:themeFillShade="E6"/>
                                  <w:vAlign w:val="center"/>
                                </w:tcPr>
                                <w:p w14:paraId="78212AD9" w14:textId="77777777" w:rsidR="00842CFC" w:rsidRPr="0074205B" w:rsidRDefault="00842CFC" w:rsidP="00842CFC">
                                  <w:pPr>
                                    <w:rPr>
                                      <w:sz w:val="16"/>
                                      <w:szCs w:val="16"/>
                                    </w:rPr>
                                  </w:pPr>
                                  <w:r w:rsidRPr="0074205B">
                                    <w:rPr>
                                      <w:sz w:val="16"/>
                                      <w:szCs w:val="16"/>
                                    </w:rPr>
                                    <w:t xml:space="preserve">Studio work shows an </w:t>
                                  </w:r>
                                  <w:r>
                                    <w:rPr>
                                      <w:sz w:val="16"/>
                                      <w:szCs w:val="16"/>
                                    </w:rPr>
                                    <w:t xml:space="preserve">complete </w:t>
                                  </w:r>
                                  <w:r w:rsidRPr="0074205B">
                                    <w:rPr>
                                      <w:sz w:val="16"/>
                                      <w:szCs w:val="16"/>
                                    </w:rPr>
                                    <w:t>understanding of the concepts</w:t>
                                  </w:r>
                                </w:p>
                              </w:tc>
                              <w:tc>
                                <w:tcPr>
                                  <w:tcW w:w="1322" w:type="dxa"/>
                                  <w:vAlign w:val="center"/>
                                </w:tcPr>
                                <w:p w14:paraId="2B75B3B4" w14:textId="77777777" w:rsidR="00842CFC" w:rsidRPr="0074205B" w:rsidRDefault="00842CFC" w:rsidP="00842CFC">
                                  <w:pPr>
                                    <w:rPr>
                                      <w:sz w:val="16"/>
                                      <w:szCs w:val="16"/>
                                    </w:rPr>
                                  </w:pPr>
                                  <w:r w:rsidRPr="0074205B">
                                    <w:rPr>
                                      <w:sz w:val="16"/>
                                      <w:szCs w:val="16"/>
                                    </w:rPr>
                                    <w:t xml:space="preserve"> Studio work shows a </w:t>
                                  </w:r>
                                  <w:r>
                                    <w:rPr>
                                      <w:sz w:val="16"/>
                                      <w:szCs w:val="16"/>
                                    </w:rPr>
                                    <w:t>nearly complete</w:t>
                                  </w:r>
                                  <w:r w:rsidRPr="0074205B">
                                    <w:rPr>
                                      <w:sz w:val="16"/>
                                      <w:szCs w:val="16"/>
                                    </w:rPr>
                                    <w:t xml:space="preserve"> understanding of the concepts</w:t>
                                  </w:r>
                                </w:p>
                              </w:tc>
                              <w:tc>
                                <w:tcPr>
                                  <w:tcW w:w="1321" w:type="dxa"/>
                                  <w:shd w:val="clear" w:color="auto" w:fill="DDD9C3" w:themeFill="background2" w:themeFillShade="E6"/>
                                  <w:vAlign w:val="center"/>
                                </w:tcPr>
                                <w:p w14:paraId="5D7BD762" w14:textId="77777777" w:rsidR="00842CFC" w:rsidRPr="0074205B" w:rsidRDefault="00842CFC" w:rsidP="00842CFC">
                                  <w:pPr>
                                    <w:rPr>
                                      <w:sz w:val="16"/>
                                      <w:szCs w:val="16"/>
                                    </w:rPr>
                                  </w:pPr>
                                  <w:r w:rsidRPr="0074205B">
                                    <w:rPr>
                                      <w:sz w:val="16"/>
                                      <w:szCs w:val="16"/>
                                    </w:rPr>
                                    <w:t xml:space="preserve">Studio work shows </w:t>
                                  </w:r>
                                  <w:r>
                                    <w:rPr>
                                      <w:sz w:val="16"/>
                                      <w:szCs w:val="16"/>
                                    </w:rPr>
                                    <w:t>an</w:t>
                                  </w:r>
                                  <w:r w:rsidRPr="0074205B">
                                    <w:rPr>
                                      <w:sz w:val="16"/>
                                      <w:szCs w:val="16"/>
                                    </w:rPr>
                                    <w:t xml:space="preserve"> </w:t>
                                  </w:r>
                                  <w:r>
                                    <w:rPr>
                                      <w:sz w:val="16"/>
                                      <w:szCs w:val="16"/>
                                    </w:rPr>
                                    <w:t>emerging</w:t>
                                  </w:r>
                                  <w:r w:rsidRPr="0074205B">
                                    <w:rPr>
                                      <w:sz w:val="16"/>
                                      <w:szCs w:val="16"/>
                                    </w:rPr>
                                    <w:t xml:space="preserve"> understanding of the concepts</w:t>
                                  </w:r>
                                </w:p>
                              </w:tc>
                              <w:tc>
                                <w:tcPr>
                                  <w:tcW w:w="1321" w:type="dxa"/>
                                  <w:vAlign w:val="center"/>
                                </w:tcPr>
                                <w:p w14:paraId="7302A004" w14:textId="77777777" w:rsidR="00842CFC" w:rsidRPr="0074205B" w:rsidRDefault="00842CFC" w:rsidP="00842CFC">
                                  <w:pPr>
                                    <w:rPr>
                                      <w:sz w:val="16"/>
                                      <w:szCs w:val="16"/>
                                    </w:rPr>
                                  </w:pPr>
                                  <w:r w:rsidRPr="0074205B">
                                    <w:rPr>
                                      <w:sz w:val="16"/>
                                      <w:szCs w:val="16"/>
                                    </w:rPr>
                                    <w:t>Studio work shows very little understanding of the concepts</w:t>
                                  </w:r>
                                </w:p>
                              </w:tc>
                              <w:tc>
                                <w:tcPr>
                                  <w:tcW w:w="1322" w:type="dxa"/>
                                  <w:shd w:val="clear" w:color="auto" w:fill="DDD9C3" w:themeFill="background2" w:themeFillShade="E6"/>
                                  <w:vAlign w:val="center"/>
                                </w:tcPr>
                                <w:p w14:paraId="46C1BC5A" w14:textId="77777777" w:rsidR="00842CFC" w:rsidRPr="0074205B" w:rsidRDefault="00842CFC" w:rsidP="00842CFC">
                                  <w:pPr>
                                    <w:rPr>
                                      <w:sz w:val="16"/>
                                      <w:szCs w:val="16"/>
                                    </w:rPr>
                                  </w:pPr>
                                  <w:r w:rsidRPr="0074205B">
                                    <w:rPr>
                                      <w:sz w:val="16"/>
                                      <w:szCs w:val="16"/>
                                    </w:rPr>
                                    <w:t xml:space="preserve">Studio work </w:t>
                                  </w:r>
                                  <w:r>
                                    <w:rPr>
                                      <w:sz w:val="16"/>
                                      <w:szCs w:val="16"/>
                                    </w:rPr>
                                    <w:t xml:space="preserve">not present or completely misses </w:t>
                                  </w:r>
                                  <w:r w:rsidRPr="0074205B">
                                    <w:rPr>
                                      <w:sz w:val="16"/>
                                      <w:szCs w:val="16"/>
                                    </w:rPr>
                                    <w:t>the mark</w:t>
                                  </w:r>
                                </w:p>
                              </w:tc>
                            </w:tr>
                            <w:tr w:rsidR="00842CFC" w14:paraId="40273984" w14:textId="77777777" w:rsidTr="00353310">
                              <w:trPr>
                                <w:cantSplit/>
                                <w:trHeight w:val="1134"/>
                              </w:trPr>
                              <w:tc>
                                <w:tcPr>
                                  <w:tcW w:w="817" w:type="dxa"/>
                                  <w:shd w:val="clear" w:color="auto" w:fill="FDE9D9" w:themeFill="accent6" w:themeFillTint="33"/>
                                  <w:textDirection w:val="btLr"/>
                                  <w:vAlign w:val="center"/>
                                </w:tcPr>
                                <w:p w14:paraId="38421DB7" w14:textId="77777777" w:rsidR="00842CFC" w:rsidRPr="0074205B" w:rsidRDefault="00842CFC" w:rsidP="00353310">
                                  <w:pPr>
                                    <w:ind w:left="113" w:right="113"/>
                                    <w:jc w:val="center"/>
                                    <w:rPr>
                                      <w:b/>
                                      <w:sz w:val="16"/>
                                      <w:szCs w:val="16"/>
                                    </w:rPr>
                                  </w:pPr>
                                  <w:r>
                                    <w:rPr>
                                      <w:b/>
                                      <w:sz w:val="16"/>
                                      <w:szCs w:val="16"/>
                                    </w:rPr>
                                    <w:t xml:space="preserve">Develop Craft </w:t>
                                  </w:r>
                                </w:p>
                              </w:tc>
                              <w:tc>
                                <w:tcPr>
                                  <w:tcW w:w="1843" w:type="dxa"/>
                                  <w:shd w:val="clear" w:color="auto" w:fill="FBD4B4" w:themeFill="accent6" w:themeFillTint="66"/>
                                </w:tcPr>
                                <w:p w14:paraId="5B7ACD12" w14:textId="77777777" w:rsidR="00842CFC" w:rsidRPr="0074205B" w:rsidRDefault="00842CFC" w:rsidP="00842CFC">
                                  <w:pPr>
                                    <w:rPr>
                                      <w:sz w:val="16"/>
                                      <w:szCs w:val="16"/>
                                    </w:rPr>
                                  </w:pPr>
                                  <w:r w:rsidRPr="0074205B">
                                    <w:rPr>
                                      <w:sz w:val="16"/>
                                      <w:szCs w:val="16"/>
                                    </w:rPr>
                                    <w:t>Your artwork shows a developed skill with the media used</w:t>
                                  </w:r>
                                  <w:r>
                                    <w:rPr>
                                      <w:sz w:val="16"/>
                                      <w:szCs w:val="16"/>
                                    </w:rPr>
                                    <w:t xml:space="preserve"> and </w:t>
                                  </w:r>
                                  <w:r w:rsidRPr="0074205B">
                                    <w:rPr>
                                      <w:sz w:val="16"/>
                                      <w:szCs w:val="16"/>
                                    </w:rPr>
                                    <w:t>shows attention to detail and care and skill in construction</w:t>
                                  </w:r>
                                </w:p>
                              </w:tc>
                              <w:tc>
                                <w:tcPr>
                                  <w:tcW w:w="1321" w:type="dxa"/>
                                  <w:shd w:val="clear" w:color="auto" w:fill="auto"/>
                                  <w:vAlign w:val="center"/>
                                </w:tcPr>
                                <w:p w14:paraId="111A1258" w14:textId="77777777" w:rsidR="00842CFC" w:rsidRDefault="00842CFC" w:rsidP="00842CFC">
                                  <w:pPr>
                                    <w:jc w:val="center"/>
                                  </w:pPr>
                                  <w:r>
                                    <w:t>20</w:t>
                                  </w:r>
                                </w:p>
                              </w:tc>
                              <w:tc>
                                <w:tcPr>
                                  <w:tcW w:w="1321" w:type="dxa"/>
                                  <w:shd w:val="clear" w:color="auto" w:fill="DDD9C3" w:themeFill="background2" w:themeFillShade="E6"/>
                                  <w:vAlign w:val="center"/>
                                </w:tcPr>
                                <w:p w14:paraId="303E758A" w14:textId="77777777" w:rsidR="00842CFC" w:rsidRDefault="00842CFC" w:rsidP="00842CFC">
                                  <w:pPr>
                                    <w:jc w:val="center"/>
                                  </w:pPr>
                                  <w:r>
                                    <w:t>19</w:t>
                                  </w:r>
                                </w:p>
                              </w:tc>
                              <w:tc>
                                <w:tcPr>
                                  <w:tcW w:w="1322" w:type="dxa"/>
                                  <w:shd w:val="clear" w:color="auto" w:fill="auto"/>
                                  <w:vAlign w:val="center"/>
                                </w:tcPr>
                                <w:p w14:paraId="672FF21E" w14:textId="77777777" w:rsidR="00842CFC" w:rsidRDefault="00842CFC" w:rsidP="00842CFC">
                                  <w:pPr>
                                    <w:jc w:val="center"/>
                                  </w:pPr>
                                  <w:r>
                                    <w:t>17</w:t>
                                  </w:r>
                                </w:p>
                              </w:tc>
                              <w:tc>
                                <w:tcPr>
                                  <w:tcW w:w="1321" w:type="dxa"/>
                                  <w:shd w:val="clear" w:color="auto" w:fill="DDD9C3" w:themeFill="background2" w:themeFillShade="E6"/>
                                  <w:vAlign w:val="center"/>
                                </w:tcPr>
                                <w:p w14:paraId="35685193" w14:textId="77777777" w:rsidR="00842CFC" w:rsidRDefault="00842CFC" w:rsidP="00842CFC">
                                  <w:pPr>
                                    <w:jc w:val="center"/>
                                  </w:pPr>
                                  <w:r>
                                    <w:t>15</w:t>
                                  </w:r>
                                </w:p>
                              </w:tc>
                              <w:tc>
                                <w:tcPr>
                                  <w:tcW w:w="1321" w:type="dxa"/>
                                  <w:shd w:val="clear" w:color="auto" w:fill="auto"/>
                                  <w:vAlign w:val="center"/>
                                </w:tcPr>
                                <w:p w14:paraId="7E0E44B9" w14:textId="77777777" w:rsidR="00842CFC" w:rsidRDefault="00842CFC" w:rsidP="00842CFC">
                                  <w:pPr>
                                    <w:jc w:val="center"/>
                                  </w:pPr>
                                  <w:r>
                                    <w:t>13</w:t>
                                  </w:r>
                                </w:p>
                              </w:tc>
                              <w:tc>
                                <w:tcPr>
                                  <w:tcW w:w="1322" w:type="dxa"/>
                                  <w:shd w:val="clear" w:color="auto" w:fill="DDD9C3" w:themeFill="background2" w:themeFillShade="E6"/>
                                  <w:vAlign w:val="center"/>
                                </w:tcPr>
                                <w:p w14:paraId="046F62A0" w14:textId="77777777" w:rsidR="00842CFC" w:rsidRDefault="00842CFC" w:rsidP="00842CFC">
                                  <w:pPr>
                                    <w:jc w:val="center"/>
                                  </w:pPr>
                                  <w:r>
                                    <w:t>11</w:t>
                                  </w:r>
                                </w:p>
                              </w:tc>
                            </w:tr>
                            <w:tr w:rsidR="00842CFC" w14:paraId="2D5C42F7" w14:textId="77777777" w:rsidTr="00353310">
                              <w:trPr>
                                <w:cantSplit/>
                                <w:trHeight w:val="1134"/>
                              </w:trPr>
                              <w:tc>
                                <w:tcPr>
                                  <w:tcW w:w="817" w:type="dxa"/>
                                  <w:shd w:val="clear" w:color="auto" w:fill="DAEEF3" w:themeFill="accent5" w:themeFillTint="33"/>
                                  <w:textDirection w:val="btLr"/>
                                  <w:vAlign w:val="center"/>
                                </w:tcPr>
                                <w:p w14:paraId="3BD648EE" w14:textId="77777777" w:rsidR="00842CFC" w:rsidRPr="0074205B" w:rsidRDefault="00842CFC" w:rsidP="00353310">
                                  <w:pPr>
                                    <w:ind w:left="113" w:right="113"/>
                                    <w:jc w:val="center"/>
                                    <w:rPr>
                                      <w:b/>
                                      <w:sz w:val="16"/>
                                      <w:szCs w:val="16"/>
                                    </w:rPr>
                                  </w:pPr>
                                </w:p>
                                <w:p w14:paraId="26B8B358" w14:textId="77777777" w:rsidR="00842CFC" w:rsidRPr="0074205B" w:rsidRDefault="00842CFC" w:rsidP="00353310">
                                  <w:pPr>
                                    <w:ind w:left="113" w:right="113"/>
                                    <w:jc w:val="center"/>
                                    <w:rPr>
                                      <w:b/>
                                      <w:sz w:val="16"/>
                                      <w:szCs w:val="16"/>
                                    </w:rPr>
                                  </w:pPr>
                                  <w:r w:rsidRPr="0074205B">
                                    <w:rPr>
                                      <w:b/>
                                      <w:sz w:val="16"/>
                                      <w:szCs w:val="16"/>
                                    </w:rPr>
                                    <w:t>Envision</w:t>
                                  </w:r>
                                </w:p>
                                <w:p w14:paraId="16C50B7E" w14:textId="77777777" w:rsidR="00842CFC" w:rsidRPr="0074205B" w:rsidRDefault="00842CFC" w:rsidP="00353310">
                                  <w:pPr>
                                    <w:ind w:left="113" w:right="113"/>
                                    <w:jc w:val="center"/>
                                    <w:rPr>
                                      <w:b/>
                                      <w:sz w:val="16"/>
                                      <w:szCs w:val="16"/>
                                    </w:rPr>
                                  </w:pPr>
                                </w:p>
                              </w:tc>
                              <w:tc>
                                <w:tcPr>
                                  <w:tcW w:w="1843" w:type="dxa"/>
                                  <w:shd w:val="clear" w:color="auto" w:fill="B6DDE8" w:themeFill="accent5" w:themeFillTint="66"/>
                                </w:tcPr>
                                <w:p w14:paraId="2056900E" w14:textId="77777777" w:rsidR="00842CFC" w:rsidRPr="0074205B" w:rsidRDefault="00842CFC" w:rsidP="00266ABE">
                                  <w:pPr>
                                    <w:rPr>
                                      <w:sz w:val="16"/>
                                      <w:szCs w:val="16"/>
                                    </w:rPr>
                                  </w:pPr>
                                  <w:r w:rsidRPr="0074205B">
                                    <w:rPr>
                                      <w:sz w:val="16"/>
                                      <w:szCs w:val="16"/>
                                    </w:rPr>
                                    <w:t>You develop</w:t>
                                  </w:r>
                                  <w:r>
                                    <w:rPr>
                                      <w:sz w:val="16"/>
                                      <w:szCs w:val="16"/>
                                    </w:rPr>
                                    <w:t>ed</w:t>
                                  </w:r>
                                  <w:r w:rsidRPr="0074205B">
                                    <w:rPr>
                                      <w:sz w:val="16"/>
                                      <w:szCs w:val="16"/>
                                    </w:rPr>
                                    <w:t xml:space="preserve"> your initial ideas into a </w:t>
                                  </w:r>
                                  <w:r w:rsidR="00266ABE">
                                    <w:rPr>
                                      <w:sz w:val="16"/>
                                      <w:szCs w:val="16"/>
                                    </w:rPr>
                                    <w:t>collaborative</w:t>
                                  </w:r>
                                  <w:r w:rsidRPr="0074205B">
                                    <w:rPr>
                                      <w:sz w:val="16"/>
                                      <w:szCs w:val="16"/>
                                    </w:rPr>
                                    <w:t xml:space="preserve"> artwork</w:t>
                                  </w:r>
                                  <w:r>
                                    <w:rPr>
                                      <w:sz w:val="16"/>
                                      <w:szCs w:val="16"/>
                                    </w:rPr>
                                    <w:t xml:space="preserve"> and you </w:t>
                                  </w:r>
                                  <w:r w:rsidRPr="0074205B">
                                    <w:rPr>
                                      <w:sz w:val="16"/>
                                      <w:szCs w:val="16"/>
                                    </w:rPr>
                                    <w:t>found a unique</w:t>
                                  </w:r>
                                  <w:r>
                                    <w:rPr>
                                      <w:sz w:val="16"/>
                                      <w:szCs w:val="16"/>
                                    </w:rPr>
                                    <w:t xml:space="preserve"> solution that</w:t>
                                  </w:r>
                                  <w:r w:rsidRPr="0074205B">
                                    <w:rPr>
                                      <w:sz w:val="16"/>
                                      <w:szCs w:val="16"/>
                                    </w:rPr>
                                    <w:t xml:space="preserve"> avoided obvious clichés</w:t>
                                  </w:r>
                                </w:p>
                              </w:tc>
                              <w:tc>
                                <w:tcPr>
                                  <w:tcW w:w="1321" w:type="dxa"/>
                                  <w:shd w:val="clear" w:color="auto" w:fill="auto"/>
                                  <w:vAlign w:val="center"/>
                                </w:tcPr>
                                <w:p w14:paraId="33E1342A" w14:textId="77777777" w:rsidR="00842CFC" w:rsidRDefault="00842CFC" w:rsidP="00842CFC">
                                  <w:pPr>
                                    <w:jc w:val="center"/>
                                  </w:pPr>
                                  <w:r>
                                    <w:t>20</w:t>
                                  </w:r>
                                </w:p>
                              </w:tc>
                              <w:tc>
                                <w:tcPr>
                                  <w:tcW w:w="1321" w:type="dxa"/>
                                  <w:shd w:val="clear" w:color="auto" w:fill="DDD9C3" w:themeFill="background2" w:themeFillShade="E6"/>
                                  <w:vAlign w:val="center"/>
                                </w:tcPr>
                                <w:p w14:paraId="619B093F" w14:textId="77777777" w:rsidR="00842CFC" w:rsidRDefault="00842CFC" w:rsidP="00842CFC">
                                  <w:pPr>
                                    <w:jc w:val="center"/>
                                  </w:pPr>
                                  <w:r>
                                    <w:t>19</w:t>
                                  </w:r>
                                </w:p>
                              </w:tc>
                              <w:tc>
                                <w:tcPr>
                                  <w:tcW w:w="1322" w:type="dxa"/>
                                  <w:shd w:val="clear" w:color="auto" w:fill="auto"/>
                                  <w:vAlign w:val="center"/>
                                </w:tcPr>
                                <w:p w14:paraId="13BE9580" w14:textId="77777777" w:rsidR="00842CFC" w:rsidRDefault="00842CFC" w:rsidP="00842CFC">
                                  <w:pPr>
                                    <w:jc w:val="center"/>
                                  </w:pPr>
                                  <w:r>
                                    <w:t>17</w:t>
                                  </w:r>
                                </w:p>
                              </w:tc>
                              <w:tc>
                                <w:tcPr>
                                  <w:tcW w:w="1321" w:type="dxa"/>
                                  <w:shd w:val="clear" w:color="auto" w:fill="DDD9C3" w:themeFill="background2" w:themeFillShade="E6"/>
                                  <w:vAlign w:val="center"/>
                                </w:tcPr>
                                <w:p w14:paraId="1179FA4A" w14:textId="77777777" w:rsidR="00842CFC" w:rsidRDefault="00842CFC" w:rsidP="00842CFC">
                                  <w:pPr>
                                    <w:jc w:val="center"/>
                                  </w:pPr>
                                  <w:r>
                                    <w:t>15</w:t>
                                  </w:r>
                                </w:p>
                              </w:tc>
                              <w:tc>
                                <w:tcPr>
                                  <w:tcW w:w="1321" w:type="dxa"/>
                                  <w:shd w:val="clear" w:color="auto" w:fill="auto"/>
                                  <w:vAlign w:val="center"/>
                                </w:tcPr>
                                <w:p w14:paraId="0F83917F" w14:textId="77777777" w:rsidR="00842CFC" w:rsidRDefault="00842CFC" w:rsidP="00842CFC">
                                  <w:pPr>
                                    <w:jc w:val="center"/>
                                  </w:pPr>
                                  <w:r>
                                    <w:t>13</w:t>
                                  </w:r>
                                </w:p>
                              </w:tc>
                              <w:tc>
                                <w:tcPr>
                                  <w:tcW w:w="1322" w:type="dxa"/>
                                  <w:shd w:val="clear" w:color="auto" w:fill="DDD9C3" w:themeFill="background2" w:themeFillShade="E6"/>
                                  <w:vAlign w:val="center"/>
                                </w:tcPr>
                                <w:p w14:paraId="457179D9" w14:textId="77777777" w:rsidR="00842CFC" w:rsidRDefault="00842CFC" w:rsidP="00842CFC">
                                  <w:pPr>
                                    <w:jc w:val="center"/>
                                  </w:pPr>
                                  <w:r>
                                    <w:t>11</w:t>
                                  </w:r>
                                </w:p>
                              </w:tc>
                            </w:tr>
                            <w:tr w:rsidR="00842CFC" w14:paraId="494EDBF5" w14:textId="77777777" w:rsidTr="00353310">
                              <w:trPr>
                                <w:cantSplit/>
                                <w:trHeight w:val="1134"/>
                              </w:trPr>
                              <w:tc>
                                <w:tcPr>
                                  <w:tcW w:w="817" w:type="dxa"/>
                                  <w:shd w:val="clear" w:color="auto" w:fill="E5DFEC" w:themeFill="accent4" w:themeFillTint="33"/>
                                  <w:textDirection w:val="btLr"/>
                                  <w:vAlign w:val="center"/>
                                </w:tcPr>
                                <w:p w14:paraId="4781BBFF" w14:textId="77777777" w:rsidR="00842CFC" w:rsidRPr="0074205B" w:rsidRDefault="00842CFC" w:rsidP="00353310">
                                  <w:pPr>
                                    <w:ind w:left="113" w:right="113"/>
                                    <w:jc w:val="center"/>
                                    <w:rPr>
                                      <w:b/>
                                      <w:sz w:val="16"/>
                                      <w:szCs w:val="16"/>
                                    </w:rPr>
                                  </w:pPr>
                                </w:p>
                                <w:p w14:paraId="5715FD4D" w14:textId="77777777" w:rsidR="00842CFC" w:rsidRPr="0074205B" w:rsidRDefault="00842CFC" w:rsidP="00353310">
                                  <w:pPr>
                                    <w:ind w:left="113" w:right="113"/>
                                    <w:jc w:val="center"/>
                                    <w:rPr>
                                      <w:b/>
                                      <w:sz w:val="16"/>
                                      <w:szCs w:val="16"/>
                                    </w:rPr>
                                  </w:pPr>
                                  <w:r w:rsidRPr="0074205B">
                                    <w:rPr>
                                      <w:b/>
                                      <w:sz w:val="16"/>
                                      <w:szCs w:val="16"/>
                                    </w:rPr>
                                    <w:t>Express</w:t>
                                  </w:r>
                                </w:p>
                                <w:p w14:paraId="01A360BF" w14:textId="77777777" w:rsidR="00842CFC" w:rsidRPr="0074205B" w:rsidRDefault="00842CFC" w:rsidP="00353310">
                                  <w:pPr>
                                    <w:ind w:left="113" w:right="113"/>
                                    <w:jc w:val="center"/>
                                    <w:rPr>
                                      <w:b/>
                                      <w:sz w:val="16"/>
                                      <w:szCs w:val="16"/>
                                    </w:rPr>
                                  </w:pPr>
                                </w:p>
                              </w:tc>
                              <w:tc>
                                <w:tcPr>
                                  <w:tcW w:w="1843" w:type="dxa"/>
                                  <w:shd w:val="clear" w:color="auto" w:fill="CCC0D9" w:themeFill="accent4" w:themeFillTint="66"/>
                                </w:tcPr>
                                <w:p w14:paraId="73C336D5" w14:textId="75BBB253" w:rsidR="00842CFC" w:rsidRPr="0074205B" w:rsidRDefault="0095110F" w:rsidP="00842CFC">
                                  <w:pPr>
                                    <w:rPr>
                                      <w:sz w:val="16"/>
                                      <w:szCs w:val="16"/>
                                    </w:rPr>
                                  </w:pPr>
                                  <w:r>
                                    <w:rPr>
                                      <w:sz w:val="16"/>
                                      <w:szCs w:val="16"/>
                                    </w:rPr>
                                    <w:t>Through collabor</w:t>
                                  </w:r>
                                  <w:bookmarkStart w:id="0" w:name="_GoBack"/>
                                  <w:bookmarkEnd w:id="0"/>
                                  <w:r w:rsidR="00266ABE">
                                    <w:rPr>
                                      <w:sz w:val="16"/>
                                      <w:szCs w:val="16"/>
                                    </w:rPr>
                                    <w:t>ation with your teammates you were able to contribute your ideas effectively to the project.</w:t>
                                  </w:r>
                                </w:p>
                              </w:tc>
                              <w:tc>
                                <w:tcPr>
                                  <w:tcW w:w="1321" w:type="dxa"/>
                                  <w:shd w:val="clear" w:color="auto" w:fill="auto"/>
                                  <w:vAlign w:val="center"/>
                                </w:tcPr>
                                <w:p w14:paraId="231B731B" w14:textId="77777777" w:rsidR="00842CFC" w:rsidRDefault="00842CFC" w:rsidP="00842CFC">
                                  <w:pPr>
                                    <w:jc w:val="center"/>
                                  </w:pPr>
                                  <w:r>
                                    <w:t>20</w:t>
                                  </w:r>
                                </w:p>
                              </w:tc>
                              <w:tc>
                                <w:tcPr>
                                  <w:tcW w:w="1321" w:type="dxa"/>
                                  <w:shd w:val="clear" w:color="auto" w:fill="DDD9C3" w:themeFill="background2" w:themeFillShade="E6"/>
                                  <w:vAlign w:val="center"/>
                                </w:tcPr>
                                <w:p w14:paraId="6F1B9D36" w14:textId="77777777" w:rsidR="00842CFC" w:rsidRDefault="00842CFC" w:rsidP="00842CFC">
                                  <w:pPr>
                                    <w:jc w:val="center"/>
                                  </w:pPr>
                                  <w:r>
                                    <w:t>19</w:t>
                                  </w:r>
                                </w:p>
                              </w:tc>
                              <w:tc>
                                <w:tcPr>
                                  <w:tcW w:w="1322" w:type="dxa"/>
                                  <w:shd w:val="clear" w:color="auto" w:fill="auto"/>
                                  <w:vAlign w:val="center"/>
                                </w:tcPr>
                                <w:p w14:paraId="116B089F" w14:textId="77777777" w:rsidR="00842CFC" w:rsidRDefault="00842CFC" w:rsidP="00842CFC">
                                  <w:pPr>
                                    <w:jc w:val="center"/>
                                  </w:pPr>
                                  <w:r>
                                    <w:t>17</w:t>
                                  </w:r>
                                </w:p>
                              </w:tc>
                              <w:tc>
                                <w:tcPr>
                                  <w:tcW w:w="1321" w:type="dxa"/>
                                  <w:shd w:val="clear" w:color="auto" w:fill="DDD9C3" w:themeFill="background2" w:themeFillShade="E6"/>
                                  <w:vAlign w:val="center"/>
                                </w:tcPr>
                                <w:p w14:paraId="523673BB" w14:textId="77777777" w:rsidR="00842CFC" w:rsidRDefault="00842CFC" w:rsidP="00842CFC">
                                  <w:pPr>
                                    <w:jc w:val="center"/>
                                  </w:pPr>
                                  <w:r>
                                    <w:t>15</w:t>
                                  </w:r>
                                </w:p>
                              </w:tc>
                              <w:tc>
                                <w:tcPr>
                                  <w:tcW w:w="1321" w:type="dxa"/>
                                  <w:shd w:val="clear" w:color="auto" w:fill="auto"/>
                                  <w:vAlign w:val="center"/>
                                </w:tcPr>
                                <w:p w14:paraId="0E02C113" w14:textId="77777777" w:rsidR="00842CFC" w:rsidRDefault="00842CFC" w:rsidP="00842CFC">
                                  <w:pPr>
                                    <w:jc w:val="center"/>
                                  </w:pPr>
                                  <w:r>
                                    <w:t>13</w:t>
                                  </w:r>
                                </w:p>
                              </w:tc>
                              <w:tc>
                                <w:tcPr>
                                  <w:tcW w:w="1322" w:type="dxa"/>
                                  <w:shd w:val="clear" w:color="auto" w:fill="DDD9C3" w:themeFill="background2" w:themeFillShade="E6"/>
                                  <w:vAlign w:val="center"/>
                                </w:tcPr>
                                <w:p w14:paraId="1AB5BE36" w14:textId="77777777" w:rsidR="00842CFC" w:rsidRDefault="00842CFC" w:rsidP="00842CFC">
                                  <w:pPr>
                                    <w:jc w:val="center"/>
                                  </w:pPr>
                                  <w:r>
                                    <w:t>11</w:t>
                                  </w:r>
                                </w:p>
                              </w:tc>
                            </w:tr>
                            <w:tr w:rsidR="00842CFC" w14:paraId="3170FEA4" w14:textId="77777777" w:rsidTr="00353310">
                              <w:trPr>
                                <w:cantSplit/>
                                <w:trHeight w:val="1134"/>
                              </w:trPr>
                              <w:tc>
                                <w:tcPr>
                                  <w:tcW w:w="817" w:type="dxa"/>
                                  <w:shd w:val="clear" w:color="auto" w:fill="EAF1DD" w:themeFill="accent3" w:themeFillTint="33"/>
                                  <w:textDirection w:val="btLr"/>
                                  <w:vAlign w:val="center"/>
                                </w:tcPr>
                                <w:p w14:paraId="715924A3" w14:textId="77777777" w:rsidR="00842CFC" w:rsidRPr="0074205B" w:rsidRDefault="00842CFC" w:rsidP="00353310">
                                  <w:pPr>
                                    <w:ind w:left="113" w:right="113"/>
                                    <w:jc w:val="center"/>
                                    <w:rPr>
                                      <w:b/>
                                      <w:sz w:val="16"/>
                                      <w:szCs w:val="16"/>
                                    </w:rPr>
                                  </w:pPr>
                                  <w:r>
                                    <w:rPr>
                                      <w:b/>
                                      <w:sz w:val="16"/>
                                      <w:szCs w:val="16"/>
                                    </w:rPr>
                                    <w:t xml:space="preserve">Stretch and </w:t>
                                  </w:r>
                                  <w:r w:rsidRPr="0074205B">
                                    <w:rPr>
                                      <w:b/>
                                      <w:sz w:val="16"/>
                                      <w:szCs w:val="16"/>
                                    </w:rPr>
                                    <w:t>Explore</w:t>
                                  </w:r>
                                </w:p>
                              </w:tc>
                              <w:tc>
                                <w:tcPr>
                                  <w:tcW w:w="1843" w:type="dxa"/>
                                  <w:shd w:val="clear" w:color="auto" w:fill="D6E3BC" w:themeFill="accent3" w:themeFillTint="66"/>
                                </w:tcPr>
                                <w:p w14:paraId="03DF6ADE" w14:textId="77777777" w:rsidR="00842CFC" w:rsidRPr="0074205B" w:rsidRDefault="00842CFC" w:rsidP="00F31E8E">
                                  <w:pPr>
                                    <w:rPr>
                                      <w:sz w:val="16"/>
                                      <w:szCs w:val="16"/>
                                    </w:rPr>
                                  </w:pPr>
                                  <w:r>
                                    <w:rPr>
                                      <w:sz w:val="16"/>
                                      <w:szCs w:val="16"/>
                                    </w:rPr>
                                    <w:t>Y</w:t>
                                  </w:r>
                                  <w:r w:rsidRPr="0074205B">
                                    <w:rPr>
                                      <w:sz w:val="16"/>
                                      <w:szCs w:val="16"/>
                                    </w:rPr>
                                    <w:t xml:space="preserve">ou planned and experimented with multiple solutions in order to explore </w:t>
                                  </w:r>
                                  <w:r w:rsidRPr="0074205B">
                                    <w:rPr>
                                      <w:b/>
                                      <w:sz w:val="16"/>
                                      <w:szCs w:val="16"/>
                                    </w:rPr>
                                    <w:t>creative possibilities</w:t>
                                  </w:r>
                                  <w:r w:rsidRPr="0074205B">
                                    <w:rPr>
                                      <w:sz w:val="16"/>
                                      <w:szCs w:val="16"/>
                                    </w:rPr>
                                    <w:t xml:space="preserve"> before deciding on your course of action</w:t>
                                  </w:r>
                                  <w:r>
                                    <w:rPr>
                                      <w:sz w:val="16"/>
                                      <w:szCs w:val="16"/>
                                    </w:rPr>
                                    <w:t>.</w:t>
                                  </w:r>
                                </w:p>
                              </w:tc>
                              <w:tc>
                                <w:tcPr>
                                  <w:tcW w:w="1321" w:type="dxa"/>
                                  <w:shd w:val="clear" w:color="auto" w:fill="auto"/>
                                  <w:vAlign w:val="center"/>
                                </w:tcPr>
                                <w:p w14:paraId="2D137E9F" w14:textId="77777777" w:rsidR="00842CFC" w:rsidRDefault="00842CFC" w:rsidP="00842CFC">
                                  <w:pPr>
                                    <w:jc w:val="center"/>
                                  </w:pPr>
                                  <w:r>
                                    <w:t>20</w:t>
                                  </w:r>
                                </w:p>
                              </w:tc>
                              <w:tc>
                                <w:tcPr>
                                  <w:tcW w:w="1321" w:type="dxa"/>
                                  <w:shd w:val="clear" w:color="auto" w:fill="DDD9C3" w:themeFill="background2" w:themeFillShade="E6"/>
                                  <w:vAlign w:val="center"/>
                                </w:tcPr>
                                <w:p w14:paraId="5FED6789" w14:textId="77777777" w:rsidR="00842CFC" w:rsidRDefault="00842CFC" w:rsidP="00842CFC">
                                  <w:pPr>
                                    <w:jc w:val="center"/>
                                  </w:pPr>
                                  <w:r>
                                    <w:t>19</w:t>
                                  </w:r>
                                </w:p>
                              </w:tc>
                              <w:tc>
                                <w:tcPr>
                                  <w:tcW w:w="1322" w:type="dxa"/>
                                  <w:shd w:val="clear" w:color="auto" w:fill="auto"/>
                                  <w:vAlign w:val="center"/>
                                </w:tcPr>
                                <w:p w14:paraId="31A9E171" w14:textId="77777777" w:rsidR="00842CFC" w:rsidRDefault="00842CFC" w:rsidP="00842CFC">
                                  <w:pPr>
                                    <w:jc w:val="center"/>
                                  </w:pPr>
                                  <w:r>
                                    <w:t>17</w:t>
                                  </w:r>
                                </w:p>
                              </w:tc>
                              <w:tc>
                                <w:tcPr>
                                  <w:tcW w:w="1321" w:type="dxa"/>
                                  <w:shd w:val="clear" w:color="auto" w:fill="DDD9C3" w:themeFill="background2" w:themeFillShade="E6"/>
                                  <w:vAlign w:val="center"/>
                                </w:tcPr>
                                <w:p w14:paraId="5D3A6A64" w14:textId="77777777" w:rsidR="00842CFC" w:rsidRDefault="00842CFC" w:rsidP="00842CFC">
                                  <w:pPr>
                                    <w:jc w:val="center"/>
                                  </w:pPr>
                                  <w:r>
                                    <w:t>15</w:t>
                                  </w:r>
                                </w:p>
                              </w:tc>
                              <w:tc>
                                <w:tcPr>
                                  <w:tcW w:w="1321" w:type="dxa"/>
                                  <w:shd w:val="clear" w:color="auto" w:fill="auto"/>
                                  <w:vAlign w:val="center"/>
                                </w:tcPr>
                                <w:p w14:paraId="25105CF7" w14:textId="77777777" w:rsidR="00842CFC" w:rsidRDefault="00842CFC" w:rsidP="00842CFC">
                                  <w:pPr>
                                    <w:jc w:val="center"/>
                                  </w:pPr>
                                  <w:r>
                                    <w:t>13</w:t>
                                  </w:r>
                                </w:p>
                              </w:tc>
                              <w:tc>
                                <w:tcPr>
                                  <w:tcW w:w="1322" w:type="dxa"/>
                                  <w:shd w:val="clear" w:color="auto" w:fill="DDD9C3" w:themeFill="background2" w:themeFillShade="E6"/>
                                  <w:vAlign w:val="center"/>
                                </w:tcPr>
                                <w:p w14:paraId="7FCB3303" w14:textId="77777777" w:rsidR="00842CFC" w:rsidRDefault="00842CFC" w:rsidP="00842CFC">
                                  <w:pPr>
                                    <w:jc w:val="center"/>
                                  </w:pPr>
                                  <w:r>
                                    <w:t>11</w:t>
                                  </w:r>
                                </w:p>
                              </w:tc>
                            </w:tr>
                            <w:tr w:rsidR="00842CFC" w14:paraId="4ED39CDF" w14:textId="77777777" w:rsidTr="00842CFC">
                              <w:trPr>
                                <w:cantSplit/>
                                <w:trHeight w:val="1264"/>
                              </w:trPr>
                              <w:tc>
                                <w:tcPr>
                                  <w:tcW w:w="817" w:type="dxa"/>
                                  <w:shd w:val="clear" w:color="auto" w:fill="F2DBDB" w:themeFill="accent2" w:themeFillTint="33"/>
                                  <w:textDirection w:val="btLr"/>
                                  <w:vAlign w:val="center"/>
                                </w:tcPr>
                                <w:p w14:paraId="56E5997E" w14:textId="77777777" w:rsidR="00842CFC" w:rsidRPr="0074205B" w:rsidRDefault="00842CFC" w:rsidP="00842CFC">
                                  <w:pPr>
                                    <w:ind w:left="113" w:right="113"/>
                                    <w:jc w:val="center"/>
                                    <w:rPr>
                                      <w:b/>
                                      <w:sz w:val="16"/>
                                      <w:szCs w:val="16"/>
                                    </w:rPr>
                                  </w:pPr>
                                  <w:r w:rsidRPr="0074205B">
                                    <w:rPr>
                                      <w:b/>
                                      <w:sz w:val="16"/>
                                      <w:szCs w:val="16"/>
                                    </w:rPr>
                                    <w:t>Engage and Persist</w:t>
                                  </w:r>
                                </w:p>
                              </w:tc>
                              <w:tc>
                                <w:tcPr>
                                  <w:tcW w:w="1843" w:type="dxa"/>
                                  <w:shd w:val="clear" w:color="auto" w:fill="E5B8B7" w:themeFill="accent2" w:themeFillTint="66"/>
                                </w:tcPr>
                                <w:p w14:paraId="413E4E4A" w14:textId="77777777" w:rsidR="00842CFC" w:rsidRPr="0074205B" w:rsidRDefault="00266ABE" w:rsidP="00842CFC">
                                  <w:pPr>
                                    <w:rPr>
                                      <w:sz w:val="16"/>
                                      <w:szCs w:val="16"/>
                                    </w:rPr>
                                  </w:pPr>
                                  <w:r>
                                    <w:rPr>
                                      <w:sz w:val="16"/>
                                      <w:szCs w:val="16"/>
                                    </w:rPr>
                                    <w:t>You worked effectively with your team and contributed to the success of the project.</w:t>
                                  </w:r>
                                </w:p>
                              </w:tc>
                              <w:tc>
                                <w:tcPr>
                                  <w:tcW w:w="1321" w:type="dxa"/>
                                  <w:shd w:val="clear" w:color="auto" w:fill="auto"/>
                                  <w:vAlign w:val="center"/>
                                </w:tcPr>
                                <w:p w14:paraId="0E4E4CB8" w14:textId="77777777" w:rsidR="00842CFC" w:rsidRDefault="00842CFC" w:rsidP="00842CFC">
                                  <w:pPr>
                                    <w:jc w:val="center"/>
                                  </w:pPr>
                                  <w:r>
                                    <w:t>20</w:t>
                                  </w:r>
                                </w:p>
                              </w:tc>
                              <w:tc>
                                <w:tcPr>
                                  <w:tcW w:w="1321" w:type="dxa"/>
                                  <w:shd w:val="clear" w:color="auto" w:fill="DDD9C3" w:themeFill="background2" w:themeFillShade="E6"/>
                                  <w:vAlign w:val="center"/>
                                </w:tcPr>
                                <w:p w14:paraId="6CE1EE88" w14:textId="77777777" w:rsidR="00842CFC" w:rsidRDefault="00842CFC" w:rsidP="00842CFC">
                                  <w:pPr>
                                    <w:jc w:val="center"/>
                                  </w:pPr>
                                  <w:r>
                                    <w:t>19</w:t>
                                  </w:r>
                                </w:p>
                              </w:tc>
                              <w:tc>
                                <w:tcPr>
                                  <w:tcW w:w="1322" w:type="dxa"/>
                                  <w:shd w:val="clear" w:color="auto" w:fill="auto"/>
                                  <w:vAlign w:val="center"/>
                                </w:tcPr>
                                <w:p w14:paraId="3288C062" w14:textId="77777777" w:rsidR="00842CFC" w:rsidRDefault="00842CFC" w:rsidP="00842CFC">
                                  <w:pPr>
                                    <w:jc w:val="center"/>
                                  </w:pPr>
                                  <w:r>
                                    <w:t>17</w:t>
                                  </w:r>
                                </w:p>
                              </w:tc>
                              <w:tc>
                                <w:tcPr>
                                  <w:tcW w:w="1321" w:type="dxa"/>
                                  <w:shd w:val="clear" w:color="auto" w:fill="DDD9C3" w:themeFill="background2" w:themeFillShade="E6"/>
                                  <w:vAlign w:val="center"/>
                                </w:tcPr>
                                <w:p w14:paraId="43493583" w14:textId="77777777" w:rsidR="00842CFC" w:rsidRDefault="00842CFC" w:rsidP="00842CFC">
                                  <w:pPr>
                                    <w:jc w:val="center"/>
                                  </w:pPr>
                                  <w:r>
                                    <w:t>15</w:t>
                                  </w:r>
                                </w:p>
                              </w:tc>
                              <w:tc>
                                <w:tcPr>
                                  <w:tcW w:w="1321" w:type="dxa"/>
                                  <w:shd w:val="clear" w:color="auto" w:fill="auto"/>
                                  <w:vAlign w:val="center"/>
                                </w:tcPr>
                                <w:p w14:paraId="6A96A81F" w14:textId="77777777" w:rsidR="00842CFC" w:rsidRDefault="00842CFC" w:rsidP="00842CFC">
                                  <w:pPr>
                                    <w:jc w:val="center"/>
                                  </w:pPr>
                                  <w:r>
                                    <w:t>13</w:t>
                                  </w:r>
                                </w:p>
                              </w:tc>
                              <w:tc>
                                <w:tcPr>
                                  <w:tcW w:w="1322" w:type="dxa"/>
                                  <w:shd w:val="clear" w:color="auto" w:fill="DDD9C3" w:themeFill="background2" w:themeFillShade="E6"/>
                                  <w:vAlign w:val="center"/>
                                </w:tcPr>
                                <w:p w14:paraId="30BC9CAE" w14:textId="77777777" w:rsidR="00842CFC" w:rsidRDefault="00842CFC" w:rsidP="00842CFC">
                                  <w:pPr>
                                    <w:jc w:val="center"/>
                                  </w:pPr>
                                  <w:r>
                                    <w:t>11</w:t>
                                  </w:r>
                                </w:p>
                              </w:tc>
                            </w:tr>
                          </w:tbl>
                          <w:p w14:paraId="2735F2CD" w14:textId="77777777" w:rsidR="00842CFC" w:rsidRDefault="00842CFC" w:rsidP="003533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8.4pt;margin-top:2.9pt;width:544.5pt;height:3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" fillcolor="white [3201]" stroked="f" strokeweight=".5pt">
                <v:textbox>
                  <w:txbxContent>
                    <w:tbl>
                      <w:tblPr>
                        <w:tblStyle w:val="TableGrid"/>
                        <w:tblW w:w="10588" w:type="dxa"/>
                        <w:tblLayout w:type="fixed"/>
                        <w:tblLook w:val="04A0" w:firstRow="1" w:lastRow="0" w:firstColumn="1" w:lastColumn="0" w:noHBand="0" w:noVBand="1"/>
                      </w:tblPr>
                      <w:tblGrid>
                        <w:gridCol w:w="817"/>
                        <w:gridCol w:w="1843"/>
                        <w:gridCol w:w="1321"/>
                        <w:gridCol w:w="1321"/>
                        <w:gridCol w:w="1322"/>
                        <w:gridCol w:w="1321"/>
                        <w:gridCol w:w="1321"/>
                        <w:gridCol w:w="1322"/>
                      </w:tblGrid>
                      <w:tr w:rsidR="00842CFC" w14:paraId="1163AF20" w14:textId="77777777" w:rsidTr="007B7DE0">
                        <w:trPr>
                          <w:cantSplit/>
                          <w:trHeight w:val="1408"/>
                        </w:trPr>
                        <w:tc>
                          <w:tcPr>
                            <w:tcW w:w="817" w:type="dxa"/>
                            <w:textDirection w:val="btLr"/>
                            <w:vAlign w:val="center"/>
                          </w:tcPr>
                          <w:p w14:paraId="43A69858" w14:textId="77777777" w:rsidR="00842CFC" w:rsidRDefault="00842CFC" w:rsidP="00842CFC">
                            <w:pPr>
                              <w:ind w:left="113" w:right="113"/>
                              <w:jc w:val="center"/>
                            </w:pPr>
                            <w:r>
                              <w:t xml:space="preserve">   </w:t>
                            </w:r>
                          </w:p>
                        </w:tc>
                        <w:tc>
                          <w:tcPr>
                            <w:tcW w:w="1843" w:type="dxa"/>
                            <w:vAlign w:val="center"/>
                          </w:tcPr>
                          <w:p w14:paraId="692F3897" w14:textId="77777777" w:rsidR="00842CFC" w:rsidRPr="007B7DE0" w:rsidRDefault="00842CFC" w:rsidP="007B7DE0">
                            <w:pPr>
                              <w:rPr>
                                <w:color w:val="800000"/>
                                <w:sz w:val="18"/>
                                <w:szCs w:val="18"/>
                              </w:rPr>
                            </w:pPr>
                            <w:r w:rsidRPr="007B7DE0">
                              <w:rPr>
                                <w:color w:val="800000"/>
                                <w:sz w:val="18"/>
                                <w:szCs w:val="18"/>
                              </w:rPr>
                              <w:t>Highlighted areas below need further development</w:t>
                            </w:r>
                          </w:p>
                        </w:tc>
                        <w:tc>
                          <w:tcPr>
                            <w:tcW w:w="1321" w:type="dxa"/>
                            <w:vAlign w:val="center"/>
                          </w:tcPr>
                          <w:p w14:paraId="539AE3C7" w14:textId="77777777" w:rsidR="00842CFC" w:rsidRPr="0074205B" w:rsidRDefault="00842CFC" w:rsidP="00842CFC">
                            <w:pPr>
                              <w:rPr>
                                <w:sz w:val="16"/>
                                <w:szCs w:val="16"/>
                              </w:rPr>
                            </w:pPr>
                            <w:r w:rsidRPr="0074205B">
                              <w:rPr>
                                <w:sz w:val="16"/>
                                <w:szCs w:val="16"/>
                              </w:rPr>
                              <w:t>Studio work goes well beyond expectations in conveying understanding</w:t>
                            </w:r>
                          </w:p>
                        </w:tc>
                        <w:tc>
                          <w:tcPr>
                            <w:tcW w:w="1321" w:type="dxa"/>
                            <w:shd w:val="clear" w:color="auto" w:fill="DDD9C3" w:themeFill="background2" w:themeFillShade="E6"/>
                            <w:vAlign w:val="center"/>
                          </w:tcPr>
                          <w:p w14:paraId="78212AD9" w14:textId="77777777" w:rsidR="00842CFC" w:rsidRPr="0074205B" w:rsidRDefault="00842CFC" w:rsidP="00842CFC">
                            <w:pPr>
                              <w:rPr>
                                <w:sz w:val="16"/>
                                <w:szCs w:val="16"/>
                              </w:rPr>
                            </w:pPr>
                            <w:r w:rsidRPr="0074205B">
                              <w:rPr>
                                <w:sz w:val="16"/>
                                <w:szCs w:val="16"/>
                              </w:rPr>
                              <w:t xml:space="preserve">Studio work shows an </w:t>
                            </w:r>
                            <w:r>
                              <w:rPr>
                                <w:sz w:val="16"/>
                                <w:szCs w:val="16"/>
                              </w:rPr>
                              <w:t xml:space="preserve">complete </w:t>
                            </w:r>
                            <w:r w:rsidRPr="0074205B">
                              <w:rPr>
                                <w:sz w:val="16"/>
                                <w:szCs w:val="16"/>
                              </w:rPr>
                              <w:t>understanding of the concepts</w:t>
                            </w:r>
                          </w:p>
                        </w:tc>
                        <w:tc>
                          <w:tcPr>
                            <w:tcW w:w="1322" w:type="dxa"/>
                            <w:vAlign w:val="center"/>
                          </w:tcPr>
                          <w:p w14:paraId="2B75B3B4" w14:textId="77777777" w:rsidR="00842CFC" w:rsidRPr="0074205B" w:rsidRDefault="00842CFC" w:rsidP="00842CFC">
                            <w:pPr>
                              <w:rPr>
                                <w:sz w:val="16"/>
                                <w:szCs w:val="16"/>
                              </w:rPr>
                            </w:pPr>
                            <w:r w:rsidRPr="0074205B">
                              <w:rPr>
                                <w:sz w:val="16"/>
                                <w:szCs w:val="16"/>
                              </w:rPr>
                              <w:t xml:space="preserve"> Studio work shows a </w:t>
                            </w:r>
                            <w:r>
                              <w:rPr>
                                <w:sz w:val="16"/>
                                <w:szCs w:val="16"/>
                              </w:rPr>
                              <w:t>nearly complete</w:t>
                            </w:r>
                            <w:r w:rsidRPr="0074205B">
                              <w:rPr>
                                <w:sz w:val="16"/>
                                <w:szCs w:val="16"/>
                              </w:rPr>
                              <w:t xml:space="preserve"> understanding of the concepts</w:t>
                            </w:r>
                          </w:p>
                        </w:tc>
                        <w:tc>
                          <w:tcPr>
                            <w:tcW w:w="1321" w:type="dxa"/>
                            <w:shd w:val="clear" w:color="auto" w:fill="DDD9C3" w:themeFill="background2" w:themeFillShade="E6"/>
                            <w:vAlign w:val="center"/>
                          </w:tcPr>
                          <w:p w14:paraId="5D7BD762" w14:textId="77777777" w:rsidR="00842CFC" w:rsidRPr="0074205B" w:rsidRDefault="00842CFC" w:rsidP="00842CFC">
                            <w:pPr>
                              <w:rPr>
                                <w:sz w:val="16"/>
                                <w:szCs w:val="16"/>
                              </w:rPr>
                            </w:pPr>
                            <w:r w:rsidRPr="0074205B">
                              <w:rPr>
                                <w:sz w:val="16"/>
                                <w:szCs w:val="16"/>
                              </w:rPr>
                              <w:t xml:space="preserve">Studio work shows </w:t>
                            </w:r>
                            <w:r>
                              <w:rPr>
                                <w:sz w:val="16"/>
                                <w:szCs w:val="16"/>
                              </w:rPr>
                              <w:t>an</w:t>
                            </w:r>
                            <w:r w:rsidRPr="0074205B">
                              <w:rPr>
                                <w:sz w:val="16"/>
                                <w:szCs w:val="16"/>
                              </w:rPr>
                              <w:t xml:space="preserve"> </w:t>
                            </w:r>
                            <w:r>
                              <w:rPr>
                                <w:sz w:val="16"/>
                                <w:szCs w:val="16"/>
                              </w:rPr>
                              <w:t>emerging</w:t>
                            </w:r>
                            <w:r w:rsidRPr="0074205B">
                              <w:rPr>
                                <w:sz w:val="16"/>
                                <w:szCs w:val="16"/>
                              </w:rPr>
                              <w:t xml:space="preserve"> understanding of the concepts</w:t>
                            </w:r>
                          </w:p>
                        </w:tc>
                        <w:tc>
                          <w:tcPr>
                            <w:tcW w:w="1321" w:type="dxa"/>
                            <w:vAlign w:val="center"/>
                          </w:tcPr>
                          <w:p w14:paraId="7302A004" w14:textId="77777777" w:rsidR="00842CFC" w:rsidRPr="0074205B" w:rsidRDefault="00842CFC" w:rsidP="00842CFC">
                            <w:pPr>
                              <w:rPr>
                                <w:sz w:val="16"/>
                                <w:szCs w:val="16"/>
                              </w:rPr>
                            </w:pPr>
                            <w:r w:rsidRPr="0074205B">
                              <w:rPr>
                                <w:sz w:val="16"/>
                                <w:szCs w:val="16"/>
                              </w:rPr>
                              <w:t>Studio work shows very little understanding of the concepts</w:t>
                            </w:r>
                          </w:p>
                        </w:tc>
                        <w:tc>
                          <w:tcPr>
                            <w:tcW w:w="1322" w:type="dxa"/>
                            <w:shd w:val="clear" w:color="auto" w:fill="DDD9C3" w:themeFill="background2" w:themeFillShade="E6"/>
                            <w:vAlign w:val="center"/>
                          </w:tcPr>
                          <w:p w14:paraId="46C1BC5A" w14:textId="77777777" w:rsidR="00842CFC" w:rsidRPr="0074205B" w:rsidRDefault="00842CFC" w:rsidP="00842CFC">
                            <w:pPr>
                              <w:rPr>
                                <w:sz w:val="16"/>
                                <w:szCs w:val="16"/>
                              </w:rPr>
                            </w:pPr>
                            <w:r w:rsidRPr="0074205B">
                              <w:rPr>
                                <w:sz w:val="16"/>
                                <w:szCs w:val="16"/>
                              </w:rPr>
                              <w:t xml:space="preserve">Studio work </w:t>
                            </w:r>
                            <w:r>
                              <w:rPr>
                                <w:sz w:val="16"/>
                                <w:szCs w:val="16"/>
                              </w:rPr>
                              <w:t xml:space="preserve">not present or completely misses </w:t>
                            </w:r>
                            <w:r w:rsidRPr="0074205B">
                              <w:rPr>
                                <w:sz w:val="16"/>
                                <w:szCs w:val="16"/>
                              </w:rPr>
                              <w:t>the mark</w:t>
                            </w:r>
                          </w:p>
                        </w:tc>
                      </w:tr>
                      <w:tr w:rsidR="00842CFC" w14:paraId="40273984" w14:textId="77777777" w:rsidTr="00353310">
                        <w:trPr>
                          <w:cantSplit/>
                          <w:trHeight w:val="1134"/>
                        </w:trPr>
                        <w:tc>
                          <w:tcPr>
                            <w:tcW w:w="817" w:type="dxa"/>
                            <w:shd w:val="clear" w:color="auto" w:fill="FDE9D9" w:themeFill="accent6" w:themeFillTint="33"/>
                            <w:textDirection w:val="btLr"/>
                            <w:vAlign w:val="center"/>
                          </w:tcPr>
                          <w:p w14:paraId="38421DB7" w14:textId="77777777" w:rsidR="00842CFC" w:rsidRPr="0074205B" w:rsidRDefault="00842CFC" w:rsidP="00353310">
                            <w:pPr>
                              <w:ind w:left="113" w:right="113"/>
                              <w:jc w:val="center"/>
                              <w:rPr>
                                <w:b/>
                                <w:sz w:val="16"/>
                                <w:szCs w:val="16"/>
                              </w:rPr>
                            </w:pPr>
                            <w:r>
                              <w:rPr>
                                <w:b/>
                                <w:sz w:val="16"/>
                                <w:szCs w:val="16"/>
                              </w:rPr>
                              <w:t xml:space="preserve">Develop Craft </w:t>
                            </w:r>
                          </w:p>
                        </w:tc>
                        <w:tc>
                          <w:tcPr>
                            <w:tcW w:w="1843" w:type="dxa"/>
                            <w:shd w:val="clear" w:color="auto" w:fill="FBD4B4" w:themeFill="accent6" w:themeFillTint="66"/>
                          </w:tcPr>
                          <w:p w14:paraId="5B7ACD12" w14:textId="77777777" w:rsidR="00842CFC" w:rsidRPr="0074205B" w:rsidRDefault="00842CFC" w:rsidP="00842CFC">
                            <w:pPr>
                              <w:rPr>
                                <w:sz w:val="16"/>
                                <w:szCs w:val="16"/>
                              </w:rPr>
                            </w:pPr>
                            <w:r w:rsidRPr="0074205B">
                              <w:rPr>
                                <w:sz w:val="16"/>
                                <w:szCs w:val="16"/>
                              </w:rPr>
                              <w:t>Your artwork shows a developed skill with the media used</w:t>
                            </w:r>
                            <w:r>
                              <w:rPr>
                                <w:sz w:val="16"/>
                                <w:szCs w:val="16"/>
                              </w:rPr>
                              <w:t xml:space="preserve"> and </w:t>
                            </w:r>
                            <w:r w:rsidRPr="0074205B">
                              <w:rPr>
                                <w:sz w:val="16"/>
                                <w:szCs w:val="16"/>
                              </w:rPr>
                              <w:t>shows attention to detail and care and skill in construction</w:t>
                            </w:r>
                          </w:p>
                        </w:tc>
                        <w:tc>
                          <w:tcPr>
                            <w:tcW w:w="1321" w:type="dxa"/>
                            <w:shd w:val="clear" w:color="auto" w:fill="auto"/>
                            <w:vAlign w:val="center"/>
                          </w:tcPr>
                          <w:p w14:paraId="111A1258" w14:textId="77777777" w:rsidR="00842CFC" w:rsidRDefault="00842CFC" w:rsidP="00842CFC">
                            <w:pPr>
                              <w:jc w:val="center"/>
                            </w:pPr>
                            <w:r>
                              <w:t>20</w:t>
                            </w:r>
                          </w:p>
                        </w:tc>
                        <w:tc>
                          <w:tcPr>
                            <w:tcW w:w="1321" w:type="dxa"/>
                            <w:shd w:val="clear" w:color="auto" w:fill="DDD9C3" w:themeFill="background2" w:themeFillShade="E6"/>
                            <w:vAlign w:val="center"/>
                          </w:tcPr>
                          <w:p w14:paraId="303E758A" w14:textId="77777777" w:rsidR="00842CFC" w:rsidRDefault="00842CFC" w:rsidP="00842CFC">
                            <w:pPr>
                              <w:jc w:val="center"/>
                            </w:pPr>
                            <w:r>
                              <w:t>19</w:t>
                            </w:r>
                          </w:p>
                        </w:tc>
                        <w:tc>
                          <w:tcPr>
                            <w:tcW w:w="1322" w:type="dxa"/>
                            <w:shd w:val="clear" w:color="auto" w:fill="auto"/>
                            <w:vAlign w:val="center"/>
                          </w:tcPr>
                          <w:p w14:paraId="672FF21E" w14:textId="77777777" w:rsidR="00842CFC" w:rsidRDefault="00842CFC" w:rsidP="00842CFC">
                            <w:pPr>
                              <w:jc w:val="center"/>
                            </w:pPr>
                            <w:r>
                              <w:t>17</w:t>
                            </w:r>
                          </w:p>
                        </w:tc>
                        <w:tc>
                          <w:tcPr>
                            <w:tcW w:w="1321" w:type="dxa"/>
                            <w:shd w:val="clear" w:color="auto" w:fill="DDD9C3" w:themeFill="background2" w:themeFillShade="E6"/>
                            <w:vAlign w:val="center"/>
                          </w:tcPr>
                          <w:p w14:paraId="35685193" w14:textId="77777777" w:rsidR="00842CFC" w:rsidRDefault="00842CFC" w:rsidP="00842CFC">
                            <w:pPr>
                              <w:jc w:val="center"/>
                            </w:pPr>
                            <w:r>
                              <w:t>15</w:t>
                            </w:r>
                          </w:p>
                        </w:tc>
                        <w:tc>
                          <w:tcPr>
                            <w:tcW w:w="1321" w:type="dxa"/>
                            <w:shd w:val="clear" w:color="auto" w:fill="auto"/>
                            <w:vAlign w:val="center"/>
                          </w:tcPr>
                          <w:p w14:paraId="7E0E44B9" w14:textId="77777777" w:rsidR="00842CFC" w:rsidRDefault="00842CFC" w:rsidP="00842CFC">
                            <w:pPr>
                              <w:jc w:val="center"/>
                            </w:pPr>
                            <w:r>
                              <w:t>13</w:t>
                            </w:r>
                          </w:p>
                        </w:tc>
                        <w:tc>
                          <w:tcPr>
                            <w:tcW w:w="1322" w:type="dxa"/>
                            <w:shd w:val="clear" w:color="auto" w:fill="DDD9C3" w:themeFill="background2" w:themeFillShade="E6"/>
                            <w:vAlign w:val="center"/>
                          </w:tcPr>
                          <w:p w14:paraId="046F62A0" w14:textId="77777777" w:rsidR="00842CFC" w:rsidRDefault="00842CFC" w:rsidP="00842CFC">
                            <w:pPr>
                              <w:jc w:val="center"/>
                            </w:pPr>
                            <w:r>
                              <w:t>11</w:t>
                            </w:r>
                          </w:p>
                        </w:tc>
                      </w:tr>
                      <w:tr w:rsidR="00842CFC" w14:paraId="2D5C42F7" w14:textId="77777777" w:rsidTr="00353310">
                        <w:trPr>
                          <w:cantSplit/>
                          <w:trHeight w:val="1134"/>
                        </w:trPr>
                        <w:tc>
                          <w:tcPr>
                            <w:tcW w:w="817" w:type="dxa"/>
                            <w:shd w:val="clear" w:color="auto" w:fill="DAEEF3" w:themeFill="accent5" w:themeFillTint="33"/>
                            <w:textDirection w:val="btLr"/>
                            <w:vAlign w:val="center"/>
                          </w:tcPr>
                          <w:p w14:paraId="3BD648EE" w14:textId="77777777" w:rsidR="00842CFC" w:rsidRPr="0074205B" w:rsidRDefault="00842CFC" w:rsidP="00353310">
                            <w:pPr>
                              <w:ind w:left="113" w:right="113"/>
                              <w:jc w:val="center"/>
                              <w:rPr>
                                <w:b/>
                                <w:sz w:val="16"/>
                                <w:szCs w:val="16"/>
                              </w:rPr>
                            </w:pPr>
                          </w:p>
                          <w:p w14:paraId="26B8B358" w14:textId="77777777" w:rsidR="00842CFC" w:rsidRPr="0074205B" w:rsidRDefault="00842CFC" w:rsidP="00353310">
                            <w:pPr>
                              <w:ind w:left="113" w:right="113"/>
                              <w:jc w:val="center"/>
                              <w:rPr>
                                <w:b/>
                                <w:sz w:val="16"/>
                                <w:szCs w:val="16"/>
                              </w:rPr>
                            </w:pPr>
                            <w:r w:rsidRPr="0074205B">
                              <w:rPr>
                                <w:b/>
                                <w:sz w:val="16"/>
                                <w:szCs w:val="16"/>
                              </w:rPr>
                              <w:t>Envision</w:t>
                            </w:r>
                          </w:p>
                          <w:p w14:paraId="16C50B7E" w14:textId="77777777" w:rsidR="00842CFC" w:rsidRPr="0074205B" w:rsidRDefault="00842CFC" w:rsidP="00353310">
                            <w:pPr>
                              <w:ind w:left="113" w:right="113"/>
                              <w:jc w:val="center"/>
                              <w:rPr>
                                <w:b/>
                                <w:sz w:val="16"/>
                                <w:szCs w:val="16"/>
                              </w:rPr>
                            </w:pPr>
                          </w:p>
                        </w:tc>
                        <w:tc>
                          <w:tcPr>
                            <w:tcW w:w="1843" w:type="dxa"/>
                            <w:shd w:val="clear" w:color="auto" w:fill="B6DDE8" w:themeFill="accent5" w:themeFillTint="66"/>
                          </w:tcPr>
                          <w:p w14:paraId="2056900E" w14:textId="77777777" w:rsidR="00842CFC" w:rsidRPr="0074205B" w:rsidRDefault="00842CFC" w:rsidP="00266ABE">
                            <w:pPr>
                              <w:rPr>
                                <w:sz w:val="16"/>
                                <w:szCs w:val="16"/>
                              </w:rPr>
                            </w:pPr>
                            <w:r w:rsidRPr="0074205B">
                              <w:rPr>
                                <w:sz w:val="16"/>
                                <w:szCs w:val="16"/>
                              </w:rPr>
                              <w:t>You develop</w:t>
                            </w:r>
                            <w:r>
                              <w:rPr>
                                <w:sz w:val="16"/>
                                <w:szCs w:val="16"/>
                              </w:rPr>
                              <w:t>ed</w:t>
                            </w:r>
                            <w:r w:rsidRPr="0074205B">
                              <w:rPr>
                                <w:sz w:val="16"/>
                                <w:szCs w:val="16"/>
                              </w:rPr>
                              <w:t xml:space="preserve"> your initial ideas into a </w:t>
                            </w:r>
                            <w:r w:rsidR="00266ABE">
                              <w:rPr>
                                <w:sz w:val="16"/>
                                <w:szCs w:val="16"/>
                              </w:rPr>
                              <w:t>collaborative</w:t>
                            </w:r>
                            <w:r w:rsidRPr="0074205B">
                              <w:rPr>
                                <w:sz w:val="16"/>
                                <w:szCs w:val="16"/>
                              </w:rPr>
                              <w:t xml:space="preserve"> artwork</w:t>
                            </w:r>
                            <w:r>
                              <w:rPr>
                                <w:sz w:val="16"/>
                                <w:szCs w:val="16"/>
                              </w:rPr>
                              <w:t xml:space="preserve"> and you </w:t>
                            </w:r>
                            <w:r w:rsidRPr="0074205B">
                              <w:rPr>
                                <w:sz w:val="16"/>
                                <w:szCs w:val="16"/>
                              </w:rPr>
                              <w:t>found a unique</w:t>
                            </w:r>
                            <w:r>
                              <w:rPr>
                                <w:sz w:val="16"/>
                                <w:szCs w:val="16"/>
                              </w:rPr>
                              <w:t xml:space="preserve"> solution that</w:t>
                            </w:r>
                            <w:r w:rsidRPr="0074205B">
                              <w:rPr>
                                <w:sz w:val="16"/>
                                <w:szCs w:val="16"/>
                              </w:rPr>
                              <w:t xml:space="preserve"> avoided obvious clichés</w:t>
                            </w:r>
                          </w:p>
                        </w:tc>
                        <w:tc>
                          <w:tcPr>
                            <w:tcW w:w="1321" w:type="dxa"/>
                            <w:shd w:val="clear" w:color="auto" w:fill="auto"/>
                            <w:vAlign w:val="center"/>
                          </w:tcPr>
                          <w:p w14:paraId="33E1342A" w14:textId="77777777" w:rsidR="00842CFC" w:rsidRDefault="00842CFC" w:rsidP="00842CFC">
                            <w:pPr>
                              <w:jc w:val="center"/>
                            </w:pPr>
                            <w:r>
                              <w:t>20</w:t>
                            </w:r>
                          </w:p>
                        </w:tc>
                        <w:tc>
                          <w:tcPr>
                            <w:tcW w:w="1321" w:type="dxa"/>
                            <w:shd w:val="clear" w:color="auto" w:fill="DDD9C3" w:themeFill="background2" w:themeFillShade="E6"/>
                            <w:vAlign w:val="center"/>
                          </w:tcPr>
                          <w:p w14:paraId="619B093F" w14:textId="77777777" w:rsidR="00842CFC" w:rsidRDefault="00842CFC" w:rsidP="00842CFC">
                            <w:pPr>
                              <w:jc w:val="center"/>
                            </w:pPr>
                            <w:r>
                              <w:t>19</w:t>
                            </w:r>
                          </w:p>
                        </w:tc>
                        <w:tc>
                          <w:tcPr>
                            <w:tcW w:w="1322" w:type="dxa"/>
                            <w:shd w:val="clear" w:color="auto" w:fill="auto"/>
                            <w:vAlign w:val="center"/>
                          </w:tcPr>
                          <w:p w14:paraId="13BE9580" w14:textId="77777777" w:rsidR="00842CFC" w:rsidRDefault="00842CFC" w:rsidP="00842CFC">
                            <w:pPr>
                              <w:jc w:val="center"/>
                            </w:pPr>
                            <w:r>
                              <w:t>17</w:t>
                            </w:r>
                          </w:p>
                        </w:tc>
                        <w:tc>
                          <w:tcPr>
                            <w:tcW w:w="1321" w:type="dxa"/>
                            <w:shd w:val="clear" w:color="auto" w:fill="DDD9C3" w:themeFill="background2" w:themeFillShade="E6"/>
                            <w:vAlign w:val="center"/>
                          </w:tcPr>
                          <w:p w14:paraId="1179FA4A" w14:textId="77777777" w:rsidR="00842CFC" w:rsidRDefault="00842CFC" w:rsidP="00842CFC">
                            <w:pPr>
                              <w:jc w:val="center"/>
                            </w:pPr>
                            <w:r>
                              <w:t>15</w:t>
                            </w:r>
                          </w:p>
                        </w:tc>
                        <w:tc>
                          <w:tcPr>
                            <w:tcW w:w="1321" w:type="dxa"/>
                            <w:shd w:val="clear" w:color="auto" w:fill="auto"/>
                            <w:vAlign w:val="center"/>
                          </w:tcPr>
                          <w:p w14:paraId="0F83917F" w14:textId="77777777" w:rsidR="00842CFC" w:rsidRDefault="00842CFC" w:rsidP="00842CFC">
                            <w:pPr>
                              <w:jc w:val="center"/>
                            </w:pPr>
                            <w:r>
                              <w:t>13</w:t>
                            </w:r>
                          </w:p>
                        </w:tc>
                        <w:tc>
                          <w:tcPr>
                            <w:tcW w:w="1322" w:type="dxa"/>
                            <w:shd w:val="clear" w:color="auto" w:fill="DDD9C3" w:themeFill="background2" w:themeFillShade="E6"/>
                            <w:vAlign w:val="center"/>
                          </w:tcPr>
                          <w:p w14:paraId="457179D9" w14:textId="77777777" w:rsidR="00842CFC" w:rsidRDefault="00842CFC" w:rsidP="00842CFC">
                            <w:pPr>
                              <w:jc w:val="center"/>
                            </w:pPr>
                            <w:r>
                              <w:t>11</w:t>
                            </w:r>
                          </w:p>
                        </w:tc>
                      </w:tr>
                      <w:tr w:rsidR="00842CFC" w14:paraId="494EDBF5" w14:textId="77777777" w:rsidTr="00353310">
                        <w:trPr>
                          <w:cantSplit/>
                          <w:trHeight w:val="1134"/>
                        </w:trPr>
                        <w:tc>
                          <w:tcPr>
                            <w:tcW w:w="817" w:type="dxa"/>
                            <w:shd w:val="clear" w:color="auto" w:fill="E5DFEC" w:themeFill="accent4" w:themeFillTint="33"/>
                            <w:textDirection w:val="btLr"/>
                            <w:vAlign w:val="center"/>
                          </w:tcPr>
                          <w:p w14:paraId="4781BBFF" w14:textId="77777777" w:rsidR="00842CFC" w:rsidRPr="0074205B" w:rsidRDefault="00842CFC" w:rsidP="00353310">
                            <w:pPr>
                              <w:ind w:left="113" w:right="113"/>
                              <w:jc w:val="center"/>
                              <w:rPr>
                                <w:b/>
                                <w:sz w:val="16"/>
                                <w:szCs w:val="16"/>
                              </w:rPr>
                            </w:pPr>
                          </w:p>
                          <w:p w14:paraId="5715FD4D" w14:textId="77777777" w:rsidR="00842CFC" w:rsidRPr="0074205B" w:rsidRDefault="00842CFC" w:rsidP="00353310">
                            <w:pPr>
                              <w:ind w:left="113" w:right="113"/>
                              <w:jc w:val="center"/>
                              <w:rPr>
                                <w:b/>
                                <w:sz w:val="16"/>
                                <w:szCs w:val="16"/>
                              </w:rPr>
                            </w:pPr>
                            <w:r w:rsidRPr="0074205B">
                              <w:rPr>
                                <w:b/>
                                <w:sz w:val="16"/>
                                <w:szCs w:val="16"/>
                              </w:rPr>
                              <w:t>Express</w:t>
                            </w:r>
                          </w:p>
                          <w:p w14:paraId="01A360BF" w14:textId="77777777" w:rsidR="00842CFC" w:rsidRPr="0074205B" w:rsidRDefault="00842CFC" w:rsidP="00353310">
                            <w:pPr>
                              <w:ind w:left="113" w:right="113"/>
                              <w:jc w:val="center"/>
                              <w:rPr>
                                <w:b/>
                                <w:sz w:val="16"/>
                                <w:szCs w:val="16"/>
                              </w:rPr>
                            </w:pPr>
                          </w:p>
                        </w:tc>
                        <w:tc>
                          <w:tcPr>
                            <w:tcW w:w="1843" w:type="dxa"/>
                            <w:shd w:val="clear" w:color="auto" w:fill="CCC0D9" w:themeFill="accent4" w:themeFillTint="66"/>
                          </w:tcPr>
                          <w:p w14:paraId="73C336D5" w14:textId="75BBB253" w:rsidR="00842CFC" w:rsidRPr="0074205B" w:rsidRDefault="0095110F" w:rsidP="00842CFC">
                            <w:pPr>
                              <w:rPr>
                                <w:sz w:val="16"/>
                                <w:szCs w:val="16"/>
                              </w:rPr>
                            </w:pPr>
                            <w:r>
                              <w:rPr>
                                <w:sz w:val="16"/>
                                <w:szCs w:val="16"/>
                              </w:rPr>
                              <w:t>Through collabor</w:t>
                            </w:r>
                            <w:bookmarkStart w:id="1" w:name="_GoBack"/>
                            <w:bookmarkEnd w:id="1"/>
                            <w:r w:rsidR="00266ABE">
                              <w:rPr>
                                <w:sz w:val="16"/>
                                <w:szCs w:val="16"/>
                              </w:rPr>
                              <w:t>ation with your teammates you were able to contribute your ideas effectively to the project.</w:t>
                            </w:r>
                          </w:p>
                        </w:tc>
                        <w:tc>
                          <w:tcPr>
                            <w:tcW w:w="1321" w:type="dxa"/>
                            <w:shd w:val="clear" w:color="auto" w:fill="auto"/>
                            <w:vAlign w:val="center"/>
                          </w:tcPr>
                          <w:p w14:paraId="231B731B" w14:textId="77777777" w:rsidR="00842CFC" w:rsidRDefault="00842CFC" w:rsidP="00842CFC">
                            <w:pPr>
                              <w:jc w:val="center"/>
                            </w:pPr>
                            <w:r>
                              <w:t>20</w:t>
                            </w:r>
                          </w:p>
                        </w:tc>
                        <w:tc>
                          <w:tcPr>
                            <w:tcW w:w="1321" w:type="dxa"/>
                            <w:shd w:val="clear" w:color="auto" w:fill="DDD9C3" w:themeFill="background2" w:themeFillShade="E6"/>
                            <w:vAlign w:val="center"/>
                          </w:tcPr>
                          <w:p w14:paraId="6F1B9D36" w14:textId="77777777" w:rsidR="00842CFC" w:rsidRDefault="00842CFC" w:rsidP="00842CFC">
                            <w:pPr>
                              <w:jc w:val="center"/>
                            </w:pPr>
                            <w:r>
                              <w:t>19</w:t>
                            </w:r>
                          </w:p>
                        </w:tc>
                        <w:tc>
                          <w:tcPr>
                            <w:tcW w:w="1322" w:type="dxa"/>
                            <w:shd w:val="clear" w:color="auto" w:fill="auto"/>
                            <w:vAlign w:val="center"/>
                          </w:tcPr>
                          <w:p w14:paraId="116B089F" w14:textId="77777777" w:rsidR="00842CFC" w:rsidRDefault="00842CFC" w:rsidP="00842CFC">
                            <w:pPr>
                              <w:jc w:val="center"/>
                            </w:pPr>
                            <w:r>
                              <w:t>17</w:t>
                            </w:r>
                          </w:p>
                        </w:tc>
                        <w:tc>
                          <w:tcPr>
                            <w:tcW w:w="1321" w:type="dxa"/>
                            <w:shd w:val="clear" w:color="auto" w:fill="DDD9C3" w:themeFill="background2" w:themeFillShade="E6"/>
                            <w:vAlign w:val="center"/>
                          </w:tcPr>
                          <w:p w14:paraId="523673BB" w14:textId="77777777" w:rsidR="00842CFC" w:rsidRDefault="00842CFC" w:rsidP="00842CFC">
                            <w:pPr>
                              <w:jc w:val="center"/>
                            </w:pPr>
                            <w:r>
                              <w:t>15</w:t>
                            </w:r>
                          </w:p>
                        </w:tc>
                        <w:tc>
                          <w:tcPr>
                            <w:tcW w:w="1321" w:type="dxa"/>
                            <w:shd w:val="clear" w:color="auto" w:fill="auto"/>
                            <w:vAlign w:val="center"/>
                          </w:tcPr>
                          <w:p w14:paraId="0E02C113" w14:textId="77777777" w:rsidR="00842CFC" w:rsidRDefault="00842CFC" w:rsidP="00842CFC">
                            <w:pPr>
                              <w:jc w:val="center"/>
                            </w:pPr>
                            <w:r>
                              <w:t>13</w:t>
                            </w:r>
                          </w:p>
                        </w:tc>
                        <w:tc>
                          <w:tcPr>
                            <w:tcW w:w="1322" w:type="dxa"/>
                            <w:shd w:val="clear" w:color="auto" w:fill="DDD9C3" w:themeFill="background2" w:themeFillShade="E6"/>
                            <w:vAlign w:val="center"/>
                          </w:tcPr>
                          <w:p w14:paraId="1AB5BE36" w14:textId="77777777" w:rsidR="00842CFC" w:rsidRDefault="00842CFC" w:rsidP="00842CFC">
                            <w:pPr>
                              <w:jc w:val="center"/>
                            </w:pPr>
                            <w:r>
                              <w:t>11</w:t>
                            </w:r>
                          </w:p>
                        </w:tc>
                      </w:tr>
                      <w:tr w:rsidR="00842CFC" w14:paraId="3170FEA4" w14:textId="77777777" w:rsidTr="00353310">
                        <w:trPr>
                          <w:cantSplit/>
                          <w:trHeight w:val="1134"/>
                        </w:trPr>
                        <w:tc>
                          <w:tcPr>
                            <w:tcW w:w="817" w:type="dxa"/>
                            <w:shd w:val="clear" w:color="auto" w:fill="EAF1DD" w:themeFill="accent3" w:themeFillTint="33"/>
                            <w:textDirection w:val="btLr"/>
                            <w:vAlign w:val="center"/>
                          </w:tcPr>
                          <w:p w14:paraId="715924A3" w14:textId="77777777" w:rsidR="00842CFC" w:rsidRPr="0074205B" w:rsidRDefault="00842CFC" w:rsidP="00353310">
                            <w:pPr>
                              <w:ind w:left="113" w:right="113"/>
                              <w:jc w:val="center"/>
                              <w:rPr>
                                <w:b/>
                                <w:sz w:val="16"/>
                                <w:szCs w:val="16"/>
                              </w:rPr>
                            </w:pPr>
                            <w:r>
                              <w:rPr>
                                <w:b/>
                                <w:sz w:val="16"/>
                                <w:szCs w:val="16"/>
                              </w:rPr>
                              <w:t xml:space="preserve">Stretch and </w:t>
                            </w:r>
                            <w:r w:rsidRPr="0074205B">
                              <w:rPr>
                                <w:b/>
                                <w:sz w:val="16"/>
                                <w:szCs w:val="16"/>
                              </w:rPr>
                              <w:t>Explore</w:t>
                            </w:r>
                          </w:p>
                        </w:tc>
                        <w:tc>
                          <w:tcPr>
                            <w:tcW w:w="1843" w:type="dxa"/>
                            <w:shd w:val="clear" w:color="auto" w:fill="D6E3BC" w:themeFill="accent3" w:themeFillTint="66"/>
                          </w:tcPr>
                          <w:p w14:paraId="03DF6ADE" w14:textId="77777777" w:rsidR="00842CFC" w:rsidRPr="0074205B" w:rsidRDefault="00842CFC" w:rsidP="00F31E8E">
                            <w:pPr>
                              <w:rPr>
                                <w:sz w:val="16"/>
                                <w:szCs w:val="16"/>
                              </w:rPr>
                            </w:pPr>
                            <w:r>
                              <w:rPr>
                                <w:sz w:val="16"/>
                                <w:szCs w:val="16"/>
                              </w:rPr>
                              <w:t>Y</w:t>
                            </w:r>
                            <w:r w:rsidRPr="0074205B">
                              <w:rPr>
                                <w:sz w:val="16"/>
                                <w:szCs w:val="16"/>
                              </w:rPr>
                              <w:t xml:space="preserve">ou planned and experimented with multiple solutions in order to explore </w:t>
                            </w:r>
                            <w:r w:rsidRPr="0074205B">
                              <w:rPr>
                                <w:b/>
                                <w:sz w:val="16"/>
                                <w:szCs w:val="16"/>
                              </w:rPr>
                              <w:t>creative possibilities</w:t>
                            </w:r>
                            <w:r w:rsidRPr="0074205B">
                              <w:rPr>
                                <w:sz w:val="16"/>
                                <w:szCs w:val="16"/>
                              </w:rPr>
                              <w:t xml:space="preserve"> before deciding on your course of action</w:t>
                            </w:r>
                            <w:r>
                              <w:rPr>
                                <w:sz w:val="16"/>
                                <w:szCs w:val="16"/>
                              </w:rPr>
                              <w:t>.</w:t>
                            </w:r>
                          </w:p>
                        </w:tc>
                        <w:tc>
                          <w:tcPr>
                            <w:tcW w:w="1321" w:type="dxa"/>
                            <w:shd w:val="clear" w:color="auto" w:fill="auto"/>
                            <w:vAlign w:val="center"/>
                          </w:tcPr>
                          <w:p w14:paraId="2D137E9F" w14:textId="77777777" w:rsidR="00842CFC" w:rsidRDefault="00842CFC" w:rsidP="00842CFC">
                            <w:pPr>
                              <w:jc w:val="center"/>
                            </w:pPr>
                            <w:r>
                              <w:t>20</w:t>
                            </w:r>
                          </w:p>
                        </w:tc>
                        <w:tc>
                          <w:tcPr>
                            <w:tcW w:w="1321" w:type="dxa"/>
                            <w:shd w:val="clear" w:color="auto" w:fill="DDD9C3" w:themeFill="background2" w:themeFillShade="E6"/>
                            <w:vAlign w:val="center"/>
                          </w:tcPr>
                          <w:p w14:paraId="5FED6789" w14:textId="77777777" w:rsidR="00842CFC" w:rsidRDefault="00842CFC" w:rsidP="00842CFC">
                            <w:pPr>
                              <w:jc w:val="center"/>
                            </w:pPr>
                            <w:r>
                              <w:t>19</w:t>
                            </w:r>
                          </w:p>
                        </w:tc>
                        <w:tc>
                          <w:tcPr>
                            <w:tcW w:w="1322" w:type="dxa"/>
                            <w:shd w:val="clear" w:color="auto" w:fill="auto"/>
                            <w:vAlign w:val="center"/>
                          </w:tcPr>
                          <w:p w14:paraId="31A9E171" w14:textId="77777777" w:rsidR="00842CFC" w:rsidRDefault="00842CFC" w:rsidP="00842CFC">
                            <w:pPr>
                              <w:jc w:val="center"/>
                            </w:pPr>
                            <w:r>
                              <w:t>17</w:t>
                            </w:r>
                          </w:p>
                        </w:tc>
                        <w:tc>
                          <w:tcPr>
                            <w:tcW w:w="1321" w:type="dxa"/>
                            <w:shd w:val="clear" w:color="auto" w:fill="DDD9C3" w:themeFill="background2" w:themeFillShade="E6"/>
                            <w:vAlign w:val="center"/>
                          </w:tcPr>
                          <w:p w14:paraId="5D3A6A64" w14:textId="77777777" w:rsidR="00842CFC" w:rsidRDefault="00842CFC" w:rsidP="00842CFC">
                            <w:pPr>
                              <w:jc w:val="center"/>
                            </w:pPr>
                            <w:r>
                              <w:t>15</w:t>
                            </w:r>
                          </w:p>
                        </w:tc>
                        <w:tc>
                          <w:tcPr>
                            <w:tcW w:w="1321" w:type="dxa"/>
                            <w:shd w:val="clear" w:color="auto" w:fill="auto"/>
                            <w:vAlign w:val="center"/>
                          </w:tcPr>
                          <w:p w14:paraId="25105CF7" w14:textId="77777777" w:rsidR="00842CFC" w:rsidRDefault="00842CFC" w:rsidP="00842CFC">
                            <w:pPr>
                              <w:jc w:val="center"/>
                            </w:pPr>
                            <w:r>
                              <w:t>13</w:t>
                            </w:r>
                          </w:p>
                        </w:tc>
                        <w:tc>
                          <w:tcPr>
                            <w:tcW w:w="1322" w:type="dxa"/>
                            <w:shd w:val="clear" w:color="auto" w:fill="DDD9C3" w:themeFill="background2" w:themeFillShade="E6"/>
                            <w:vAlign w:val="center"/>
                          </w:tcPr>
                          <w:p w14:paraId="7FCB3303" w14:textId="77777777" w:rsidR="00842CFC" w:rsidRDefault="00842CFC" w:rsidP="00842CFC">
                            <w:pPr>
                              <w:jc w:val="center"/>
                            </w:pPr>
                            <w:r>
                              <w:t>11</w:t>
                            </w:r>
                          </w:p>
                        </w:tc>
                      </w:tr>
                      <w:tr w:rsidR="00842CFC" w14:paraId="4ED39CDF" w14:textId="77777777" w:rsidTr="00842CFC">
                        <w:trPr>
                          <w:cantSplit/>
                          <w:trHeight w:val="1264"/>
                        </w:trPr>
                        <w:tc>
                          <w:tcPr>
                            <w:tcW w:w="817" w:type="dxa"/>
                            <w:shd w:val="clear" w:color="auto" w:fill="F2DBDB" w:themeFill="accent2" w:themeFillTint="33"/>
                            <w:textDirection w:val="btLr"/>
                            <w:vAlign w:val="center"/>
                          </w:tcPr>
                          <w:p w14:paraId="56E5997E" w14:textId="77777777" w:rsidR="00842CFC" w:rsidRPr="0074205B" w:rsidRDefault="00842CFC" w:rsidP="00842CFC">
                            <w:pPr>
                              <w:ind w:left="113" w:right="113"/>
                              <w:jc w:val="center"/>
                              <w:rPr>
                                <w:b/>
                                <w:sz w:val="16"/>
                                <w:szCs w:val="16"/>
                              </w:rPr>
                            </w:pPr>
                            <w:r w:rsidRPr="0074205B">
                              <w:rPr>
                                <w:b/>
                                <w:sz w:val="16"/>
                                <w:szCs w:val="16"/>
                              </w:rPr>
                              <w:t>Engage and Persist</w:t>
                            </w:r>
                          </w:p>
                        </w:tc>
                        <w:tc>
                          <w:tcPr>
                            <w:tcW w:w="1843" w:type="dxa"/>
                            <w:shd w:val="clear" w:color="auto" w:fill="E5B8B7" w:themeFill="accent2" w:themeFillTint="66"/>
                          </w:tcPr>
                          <w:p w14:paraId="413E4E4A" w14:textId="77777777" w:rsidR="00842CFC" w:rsidRPr="0074205B" w:rsidRDefault="00266ABE" w:rsidP="00842CFC">
                            <w:pPr>
                              <w:rPr>
                                <w:sz w:val="16"/>
                                <w:szCs w:val="16"/>
                              </w:rPr>
                            </w:pPr>
                            <w:r>
                              <w:rPr>
                                <w:sz w:val="16"/>
                                <w:szCs w:val="16"/>
                              </w:rPr>
                              <w:t>You worked effectively with your team and contributed to the success of the project.</w:t>
                            </w:r>
                          </w:p>
                        </w:tc>
                        <w:tc>
                          <w:tcPr>
                            <w:tcW w:w="1321" w:type="dxa"/>
                            <w:shd w:val="clear" w:color="auto" w:fill="auto"/>
                            <w:vAlign w:val="center"/>
                          </w:tcPr>
                          <w:p w14:paraId="0E4E4CB8" w14:textId="77777777" w:rsidR="00842CFC" w:rsidRDefault="00842CFC" w:rsidP="00842CFC">
                            <w:pPr>
                              <w:jc w:val="center"/>
                            </w:pPr>
                            <w:r>
                              <w:t>20</w:t>
                            </w:r>
                          </w:p>
                        </w:tc>
                        <w:tc>
                          <w:tcPr>
                            <w:tcW w:w="1321" w:type="dxa"/>
                            <w:shd w:val="clear" w:color="auto" w:fill="DDD9C3" w:themeFill="background2" w:themeFillShade="E6"/>
                            <w:vAlign w:val="center"/>
                          </w:tcPr>
                          <w:p w14:paraId="6CE1EE88" w14:textId="77777777" w:rsidR="00842CFC" w:rsidRDefault="00842CFC" w:rsidP="00842CFC">
                            <w:pPr>
                              <w:jc w:val="center"/>
                            </w:pPr>
                            <w:r>
                              <w:t>19</w:t>
                            </w:r>
                          </w:p>
                        </w:tc>
                        <w:tc>
                          <w:tcPr>
                            <w:tcW w:w="1322" w:type="dxa"/>
                            <w:shd w:val="clear" w:color="auto" w:fill="auto"/>
                            <w:vAlign w:val="center"/>
                          </w:tcPr>
                          <w:p w14:paraId="3288C062" w14:textId="77777777" w:rsidR="00842CFC" w:rsidRDefault="00842CFC" w:rsidP="00842CFC">
                            <w:pPr>
                              <w:jc w:val="center"/>
                            </w:pPr>
                            <w:r>
                              <w:t>17</w:t>
                            </w:r>
                          </w:p>
                        </w:tc>
                        <w:tc>
                          <w:tcPr>
                            <w:tcW w:w="1321" w:type="dxa"/>
                            <w:shd w:val="clear" w:color="auto" w:fill="DDD9C3" w:themeFill="background2" w:themeFillShade="E6"/>
                            <w:vAlign w:val="center"/>
                          </w:tcPr>
                          <w:p w14:paraId="43493583" w14:textId="77777777" w:rsidR="00842CFC" w:rsidRDefault="00842CFC" w:rsidP="00842CFC">
                            <w:pPr>
                              <w:jc w:val="center"/>
                            </w:pPr>
                            <w:r>
                              <w:t>15</w:t>
                            </w:r>
                          </w:p>
                        </w:tc>
                        <w:tc>
                          <w:tcPr>
                            <w:tcW w:w="1321" w:type="dxa"/>
                            <w:shd w:val="clear" w:color="auto" w:fill="auto"/>
                            <w:vAlign w:val="center"/>
                          </w:tcPr>
                          <w:p w14:paraId="6A96A81F" w14:textId="77777777" w:rsidR="00842CFC" w:rsidRDefault="00842CFC" w:rsidP="00842CFC">
                            <w:pPr>
                              <w:jc w:val="center"/>
                            </w:pPr>
                            <w:r>
                              <w:t>13</w:t>
                            </w:r>
                          </w:p>
                        </w:tc>
                        <w:tc>
                          <w:tcPr>
                            <w:tcW w:w="1322" w:type="dxa"/>
                            <w:shd w:val="clear" w:color="auto" w:fill="DDD9C3" w:themeFill="background2" w:themeFillShade="E6"/>
                            <w:vAlign w:val="center"/>
                          </w:tcPr>
                          <w:p w14:paraId="30BC9CAE" w14:textId="77777777" w:rsidR="00842CFC" w:rsidRDefault="00842CFC" w:rsidP="00842CFC">
                            <w:pPr>
                              <w:jc w:val="center"/>
                            </w:pPr>
                            <w:r>
                              <w:t>11</w:t>
                            </w:r>
                          </w:p>
                        </w:tc>
                      </w:tr>
                    </w:tbl>
                    <w:p w14:paraId="2735F2CD" w14:textId="77777777" w:rsidR="00842CFC" w:rsidRDefault="00842CFC" w:rsidP="00353310"/>
                  </w:txbxContent>
                </v:textbox>
              </v:shape>
            </w:pict>
          </mc:Fallback>
        </mc:AlternateContent>
      </w:r>
    </w:p>
    <w:p w14:paraId="46A611A6" w14:textId="77777777" w:rsidR="00842CFC" w:rsidRPr="00842CFC" w:rsidRDefault="00842CFC" w:rsidP="00842CFC"/>
    <w:p w14:paraId="6BFFE5B8" w14:textId="77777777" w:rsidR="00842CFC" w:rsidRPr="00842CFC" w:rsidRDefault="00842CFC" w:rsidP="00842CFC"/>
    <w:p w14:paraId="531CAA92" w14:textId="77777777" w:rsidR="00842CFC" w:rsidRPr="00842CFC" w:rsidRDefault="00842CFC" w:rsidP="00842CFC"/>
    <w:p w14:paraId="0DC87E15" w14:textId="77777777" w:rsidR="00842CFC" w:rsidRPr="00842CFC" w:rsidRDefault="00842CFC" w:rsidP="00842CFC"/>
    <w:p w14:paraId="5F999357" w14:textId="77777777" w:rsidR="00842CFC" w:rsidRPr="00842CFC" w:rsidRDefault="00842CFC" w:rsidP="00842CFC"/>
    <w:p w14:paraId="21B654C9" w14:textId="77777777" w:rsidR="00842CFC" w:rsidRPr="00842CFC" w:rsidRDefault="00842CFC" w:rsidP="00842CFC"/>
    <w:p w14:paraId="6ADF773D" w14:textId="77777777" w:rsidR="00842CFC" w:rsidRPr="00842CFC" w:rsidRDefault="00842CFC" w:rsidP="00842CFC"/>
    <w:p w14:paraId="19EE3F4C" w14:textId="77777777" w:rsidR="00842CFC" w:rsidRPr="00842CFC" w:rsidRDefault="00842CFC" w:rsidP="00842CFC"/>
    <w:p w14:paraId="63FEFBE2" w14:textId="77777777" w:rsidR="00842CFC" w:rsidRPr="00842CFC" w:rsidRDefault="00842CFC" w:rsidP="00842CFC"/>
    <w:p w14:paraId="4811EC8F" w14:textId="77777777" w:rsidR="00842CFC" w:rsidRPr="00842CFC" w:rsidRDefault="00842CFC" w:rsidP="00842CFC"/>
    <w:p w14:paraId="72AD1385" w14:textId="77777777" w:rsidR="00842CFC" w:rsidRPr="00842CFC" w:rsidRDefault="00842CFC" w:rsidP="00842CFC"/>
    <w:p w14:paraId="74D2D2E5" w14:textId="77777777" w:rsidR="00842CFC" w:rsidRPr="00842CFC" w:rsidRDefault="00842CFC" w:rsidP="00842CFC"/>
    <w:p w14:paraId="56F18583" w14:textId="77777777" w:rsidR="00842CFC" w:rsidRPr="00842CFC" w:rsidRDefault="00842CFC" w:rsidP="00842CFC"/>
    <w:p w14:paraId="0A9BE934" w14:textId="77777777" w:rsidR="00842CFC" w:rsidRPr="00842CFC" w:rsidRDefault="00842CFC" w:rsidP="00842CFC"/>
    <w:p w14:paraId="1A4E37F9" w14:textId="77777777" w:rsidR="00842CFC" w:rsidRPr="00842CFC" w:rsidRDefault="00842CFC" w:rsidP="00842CFC"/>
    <w:p w14:paraId="45C61B41" w14:textId="77777777" w:rsidR="00842CFC" w:rsidRPr="00842CFC" w:rsidRDefault="00842CFC" w:rsidP="00842CFC"/>
    <w:p w14:paraId="5C10779C" w14:textId="77777777" w:rsidR="00842CFC" w:rsidRPr="00842CFC" w:rsidRDefault="00842CFC" w:rsidP="00842CFC"/>
    <w:p w14:paraId="7EC98431" w14:textId="77777777" w:rsidR="00842CFC" w:rsidRPr="00842CFC" w:rsidRDefault="00842CFC" w:rsidP="00842CFC"/>
    <w:p w14:paraId="13E15AEB" w14:textId="77777777" w:rsidR="00842CFC" w:rsidRPr="00842CFC" w:rsidRDefault="00842CFC" w:rsidP="00842CFC"/>
    <w:p w14:paraId="47699A73" w14:textId="77777777" w:rsidR="00842CFC" w:rsidRPr="00842CFC" w:rsidRDefault="00842CFC" w:rsidP="00842CFC"/>
    <w:p w14:paraId="395706A5" w14:textId="77777777" w:rsidR="00842CFC" w:rsidRPr="00842CFC" w:rsidRDefault="00842CFC" w:rsidP="00842CFC"/>
    <w:p w14:paraId="5AA6ABC0" w14:textId="77777777" w:rsidR="00842CFC" w:rsidRPr="00842CFC" w:rsidRDefault="00842CFC" w:rsidP="00842CFC"/>
    <w:p w14:paraId="4717CD5A" w14:textId="77777777" w:rsidR="00842CFC" w:rsidRPr="00842CFC" w:rsidRDefault="00842CFC" w:rsidP="00842CFC"/>
    <w:p w14:paraId="772DBF0C" w14:textId="77777777" w:rsidR="00842CFC" w:rsidRPr="00842CFC" w:rsidRDefault="00842CFC" w:rsidP="00842CFC"/>
    <w:p w14:paraId="310728E5" w14:textId="77777777" w:rsidR="00842CFC" w:rsidRPr="00842CFC" w:rsidRDefault="00842CFC" w:rsidP="00842CFC"/>
    <w:p w14:paraId="7AB8A4A4" w14:textId="77777777" w:rsidR="00842CFC" w:rsidRPr="00842CFC" w:rsidRDefault="00842CFC" w:rsidP="00842CFC"/>
    <w:p w14:paraId="18912469" w14:textId="77777777" w:rsidR="00842CFC" w:rsidRPr="00842CFC" w:rsidRDefault="00842CFC" w:rsidP="00842CFC"/>
    <w:p w14:paraId="132E9B4D" w14:textId="77777777" w:rsidR="00842CFC" w:rsidRPr="00842CFC" w:rsidRDefault="00842CFC" w:rsidP="00842CFC"/>
    <w:p w14:paraId="7E089390" w14:textId="77777777" w:rsidR="00842CFC" w:rsidRPr="00842CFC" w:rsidRDefault="00842CFC" w:rsidP="00842CFC"/>
    <w:p w14:paraId="2A11FD2A" w14:textId="77777777" w:rsidR="00842CFC" w:rsidRPr="00842CFC" w:rsidRDefault="00842CFC" w:rsidP="00842CFC"/>
    <w:p w14:paraId="0F2A05DC" w14:textId="77777777" w:rsidR="00842CFC" w:rsidRPr="00842CFC" w:rsidRDefault="00842CFC" w:rsidP="00842CFC"/>
    <w:p w14:paraId="5A2F74FA" w14:textId="77777777" w:rsidR="00842CFC" w:rsidRPr="00842CFC" w:rsidRDefault="00842CFC" w:rsidP="00842CFC"/>
    <w:p w14:paraId="69A79387" w14:textId="77777777" w:rsidR="009F0BC1" w:rsidRDefault="009F0BC1" w:rsidP="009F0BC1">
      <w:pPr>
        <w:rPr>
          <w:b/>
          <w:bCs/>
          <w:sz w:val="24"/>
          <w:szCs w:val="24"/>
        </w:rPr>
      </w:pPr>
    </w:p>
    <w:p w14:paraId="5CD393C8" w14:textId="77777777" w:rsidR="009F0BC1" w:rsidRDefault="009F0BC1" w:rsidP="009F0BC1">
      <w:pPr>
        <w:rPr>
          <w:b/>
          <w:bCs/>
          <w:sz w:val="24"/>
          <w:szCs w:val="24"/>
        </w:rPr>
      </w:pPr>
      <w:r>
        <w:rPr>
          <w:b/>
          <w:bCs/>
          <w:sz w:val="24"/>
          <w:szCs w:val="24"/>
        </w:rPr>
        <w:t xml:space="preserve">Objective - </w:t>
      </w:r>
      <w:r w:rsidRPr="009F0BC1">
        <w:rPr>
          <w:bCs/>
          <w:sz w:val="24"/>
          <w:szCs w:val="24"/>
        </w:rPr>
        <w:t>To make a mural that tells a story</w:t>
      </w:r>
    </w:p>
    <w:p w14:paraId="3BD95585" w14:textId="77777777" w:rsidR="009F0BC1" w:rsidRDefault="009F0BC1" w:rsidP="009F0BC1">
      <w:pPr>
        <w:rPr>
          <w:b/>
          <w:bCs/>
          <w:sz w:val="24"/>
          <w:szCs w:val="24"/>
        </w:rPr>
      </w:pPr>
    </w:p>
    <w:p w14:paraId="1BB29E71" w14:textId="77777777" w:rsidR="009F0BC1" w:rsidRDefault="009F0BC1" w:rsidP="009F0BC1">
      <w:pPr>
        <w:rPr>
          <w:b/>
          <w:bCs/>
          <w:sz w:val="24"/>
          <w:szCs w:val="24"/>
        </w:rPr>
      </w:pPr>
    </w:p>
    <w:p w14:paraId="2E7527B3" w14:textId="77777777" w:rsidR="009F0BC1" w:rsidRDefault="009F0BC1" w:rsidP="009F0BC1">
      <w:pPr>
        <w:rPr>
          <w:b/>
          <w:bCs/>
          <w:sz w:val="24"/>
          <w:szCs w:val="24"/>
        </w:rPr>
      </w:pPr>
    </w:p>
    <w:p w14:paraId="5F80BEEA" w14:textId="77777777" w:rsidR="009F0BC1" w:rsidRPr="009F0BC1" w:rsidRDefault="009F0BC1" w:rsidP="009F0BC1">
      <w:r w:rsidRPr="002B4BA8">
        <w:rPr>
          <w:b/>
          <w:bCs/>
          <w:sz w:val="24"/>
          <w:szCs w:val="24"/>
        </w:rPr>
        <w:t>Process</w:t>
      </w:r>
      <w:r w:rsidRPr="00294C4F">
        <w:rPr>
          <w:b/>
          <w:bCs/>
        </w:rPr>
        <w:t xml:space="preserve"> -</w:t>
      </w:r>
      <w:r>
        <w:t xml:space="preserve"> This will be a group assignment.  You will need to figure out how to merge all your group’s ideas into one vision.  It can be done anyway that you decide.  The size of the painti</w:t>
      </w:r>
      <w:r>
        <w:t xml:space="preserve">ng will be about 1 X 2 meters. </w:t>
      </w:r>
    </w:p>
    <w:p w14:paraId="6928FC62" w14:textId="77777777" w:rsidR="009F0BC1" w:rsidRDefault="009F0BC1" w:rsidP="009F0BC1">
      <w:pPr>
        <w:rPr>
          <w:b/>
          <w:bCs/>
          <w:sz w:val="24"/>
          <w:szCs w:val="24"/>
        </w:rPr>
      </w:pPr>
    </w:p>
    <w:p w14:paraId="64673296" w14:textId="77777777" w:rsidR="009F0BC1" w:rsidRDefault="009F0BC1" w:rsidP="009F0BC1">
      <w:pPr>
        <w:rPr>
          <w:b/>
          <w:bCs/>
          <w:sz w:val="24"/>
          <w:szCs w:val="24"/>
        </w:rPr>
      </w:pPr>
    </w:p>
    <w:p w14:paraId="660C8F6A" w14:textId="77777777" w:rsidR="009F0BC1" w:rsidRDefault="009F0BC1" w:rsidP="009F0BC1">
      <w:pPr>
        <w:rPr>
          <w:b/>
          <w:bCs/>
          <w:sz w:val="24"/>
          <w:szCs w:val="24"/>
        </w:rPr>
      </w:pPr>
    </w:p>
    <w:p w14:paraId="0AE6B711" w14:textId="77777777" w:rsidR="009F0BC1" w:rsidRDefault="009F0BC1" w:rsidP="009F0BC1">
      <w:pPr>
        <w:rPr>
          <w:b/>
          <w:bCs/>
          <w:sz w:val="24"/>
          <w:szCs w:val="24"/>
        </w:rPr>
      </w:pPr>
    </w:p>
    <w:p w14:paraId="5009CDAF" w14:textId="77777777" w:rsidR="009F0BC1" w:rsidRDefault="009F0BC1" w:rsidP="009F0BC1">
      <w:pPr>
        <w:rPr>
          <w:b/>
          <w:bCs/>
          <w:sz w:val="24"/>
          <w:szCs w:val="24"/>
        </w:rPr>
      </w:pPr>
    </w:p>
    <w:p w14:paraId="2324897E" w14:textId="77777777" w:rsidR="009F0BC1" w:rsidRPr="001A65D7" w:rsidRDefault="009F0BC1" w:rsidP="009F0BC1">
      <w:pPr>
        <w:rPr>
          <w:b/>
          <w:bCs/>
          <w:sz w:val="24"/>
          <w:szCs w:val="24"/>
        </w:rPr>
      </w:pPr>
      <w:r w:rsidRPr="001A65D7">
        <w:rPr>
          <w:b/>
          <w:bCs/>
          <w:sz w:val="24"/>
          <w:szCs w:val="24"/>
        </w:rPr>
        <w:t xml:space="preserve">Preparation – In your </w:t>
      </w:r>
      <w:r>
        <w:rPr>
          <w:b/>
          <w:bCs/>
          <w:sz w:val="24"/>
          <w:szCs w:val="24"/>
        </w:rPr>
        <w:t>sketchbook</w:t>
      </w:r>
      <w:r w:rsidRPr="001A65D7">
        <w:rPr>
          <w:b/>
          <w:bCs/>
          <w:sz w:val="24"/>
          <w:szCs w:val="24"/>
        </w:rPr>
        <w:t xml:space="preserve"> do the following steps</w:t>
      </w:r>
      <w:r>
        <w:rPr>
          <w:b/>
          <w:bCs/>
          <w:sz w:val="24"/>
          <w:szCs w:val="24"/>
        </w:rPr>
        <w:t>:</w:t>
      </w:r>
    </w:p>
    <w:p w14:paraId="4BBB7539" w14:textId="77777777" w:rsidR="009F0BC1" w:rsidRDefault="009F0BC1" w:rsidP="009F0BC1">
      <w:pPr>
        <w:rPr>
          <w:b/>
          <w:bCs/>
        </w:rPr>
      </w:pPr>
    </w:p>
    <w:p w14:paraId="718CEC5D" w14:textId="77777777" w:rsidR="009F0BC1" w:rsidRDefault="009F0BC1" w:rsidP="009F0BC1">
      <w:r w:rsidRPr="001A65D7">
        <w:rPr>
          <w:b/>
          <w:bCs/>
        </w:rPr>
        <w:t>Individually</w:t>
      </w:r>
      <w:r>
        <w:t xml:space="preserve"> chose three possible “narrative ideas” to create and brainstorm at least 15 things you might find in each.</w:t>
      </w:r>
    </w:p>
    <w:p w14:paraId="465491C3" w14:textId="77777777" w:rsidR="009F0BC1" w:rsidRDefault="009F0BC1" w:rsidP="009F0BC1"/>
    <w:p w14:paraId="3568C7EC" w14:textId="77777777" w:rsidR="009F0BC1" w:rsidRDefault="009F0BC1" w:rsidP="009F0BC1">
      <w:r w:rsidRPr="001537D9">
        <w:rPr>
          <w:b/>
        </w:rPr>
        <w:t>Group -</w:t>
      </w:r>
      <w:r>
        <w:t xml:space="preserve"> Meet with your team to decide on a final narrative idea to explore.</w:t>
      </w:r>
    </w:p>
    <w:p w14:paraId="0FCA79A9" w14:textId="77777777" w:rsidR="009F0BC1" w:rsidRDefault="009F0BC1" w:rsidP="009F0BC1"/>
    <w:p w14:paraId="65AA0276" w14:textId="77777777" w:rsidR="009F0BC1" w:rsidRDefault="009F0BC1" w:rsidP="009F0BC1">
      <w:pPr>
        <w:rPr>
          <w:bCs/>
        </w:rPr>
      </w:pPr>
      <w:r w:rsidRPr="001537D9">
        <w:rPr>
          <w:b/>
        </w:rPr>
        <w:t>Individually -</w:t>
      </w:r>
      <w:r>
        <w:t xml:space="preserve"> M</w:t>
      </w:r>
      <w:r w:rsidRPr="001537D9">
        <w:t xml:space="preserve">ake at least 10 </w:t>
      </w:r>
      <w:proofErr w:type="spellStart"/>
      <w:r w:rsidRPr="001537D9">
        <w:rPr>
          <w:b/>
          <w:bCs/>
        </w:rPr>
        <w:t>compostional</w:t>
      </w:r>
      <w:proofErr w:type="spellEnd"/>
      <w:r w:rsidRPr="001537D9">
        <w:rPr>
          <w:bCs/>
        </w:rPr>
        <w:t xml:space="preserve"> </w:t>
      </w:r>
      <w:proofErr w:type="gramStart"/>
      <w:r w:rsidRPr="001537D9">
        <w:rPr>
          <w:bCs/>
        </w:rPr>
        <w:t>studies which</w:t>
      </w:r>
      <w:proofErr w:type="gramEnd"/>
      <w:r w:rsidRPr="001537D9">
        <w:rPr>
          <w:bCs/>
        </w:rPr>
        <w:t xml:space="preserve"> show elements that will make sense in your narrative.</w:t>
      </w:r>
    </w:p>
    <w:p w14:paraId="462D604E" w14:textId="77777777" w:rsidR="009F0BC1" w:rsidRPr="001537D9" w:rsidRDefault="009F0BC1" w:rsidP="009F0BC1"/>
    <w:p w14:paraId="55D45857" w14:textId="77777777" w:rsidR="009F0BC1" w:rsidRDefault="009F0BC1" w:rsidP="009F0BC1">
      <w:r>
        <w:rPr>
          <w:b/>
          <w:bCs/>
        </w:rPr>
        <w:t>Group</w:t>
      </w:r>
      <w:r w:rsidRPr="001A65D7">
        <w:rPr>
          <w:b/>
          <w:bCs/>
        </w:rPr>
        <w:t xml:space="preserve"> -</w:t>
      </w:r>
      <w:r>
        <w:t xml:space="preserve"> Now get together with your group and decide what you want to do.  Then take some large sheets of newsprint and start to work out your visual plan (a cartoon).  As a team make at least 5 possible cartoons. </w:t>
      </w:r>
    </w:p>
    <w:p w14:paraId="4E4DF0CC" w14:textId="77777777" w:rsidR="009F0BC1" w:rsidRDefault="009F0BC1" w:rsidP="009F0BC1"/>
    <w:p w14:paraId="1F1BB13B" w14:textId="77777777" w:rsidR="009F0BC1" w:rsidRPr="00637BF9" w:rsidRDefault="009F0BC1" w:rsidP="009F0BC1">
      <w:pPr>
        <w:rPr>
          <w:b/>
          <w:bCs/>
          <w:sz w:val="24"/>
          <w:szCs w:val="24"/>
        </w:rPr>
      </w:pPr>
      <w:r w:rsidRPr="00637BF9">
        <w:rPr>
          <w:b/>
          <w:bCs/>
          <w:sz w:val="24"/>
          <w:szCs w:val="24"/>
        </w:rPr>
        <w:t>Final Product</w:t>
      </w:r>
    </w:p>
    <w:p w14:paraId="046AE639" w14:textId="77777777" w:rsidR="009F0BC1" w:rsidRDefault="009F0BC1" w:rsidP="009F0BC1">
      <w:r>
        <w:t>Once you have completed your preparations you need you make your final painting on canvas.</w:t>
      </w:r>
    </w:p>
    <w:p w14:paraId="140EDE9E" w14:textId="77777777" w:rsidR="009F0BC1" w:rsidRDefault="009F0BC1" w:rsidP="009F0BC1"/>
    <w:p w14:paraId="197F18EF" w14:textId="77777777" w:rsidR="00842CFC" w:rsidRPr="00842CFC" w:rsidRDefault="00842CFC" w:rsidP="00842CFC"/>
    <w:p w14:paraId="3BEC51E1" w14:textId="77777777" w:rsidR="00842CFC" w:rsidRPr="00842CFC" w:rsidRDefault="00842CFC" w:rsidP="00842CFC"/>
    <w:p w14:paraId="740E0265" w14:textId="77777777" w:rsidR="00842CFC" w:rsidRDefault="00842CFC" w:rsidP="00842CFC"/>
    <w:p w14:paraId="587EDED7" w14:textId="77777777" w:rsidR="00353310" w:rsidRDefault="00353310" w:rsidP="00842CFC">
      <w:pPr>
        <w:ind w:firstLine="720"/>
      </w:pPr>
    </w:p>
    <w:p w14:paraId="1637CB94" w14:textId="77777777" w:rsidR="00842CFC" w:rsidRDefault="00842CFC" w:rsidP="00842CFC">
      <w:pPr>
        <w:ind w:firstLine="720"/>
      </w:pPr>
    </w:p>
    <w:p w14:paraId="7589AEB3" w14:textId="77777777" w:rsidR="00842CFC" w:rsidRDefault="00842CFC" w:rsidP="00842CFC">
      <w:pPr>
        <w:ind w:firstLine="720"/>
      </w:pPr>
    </w:p>
    <w:p w14:paraId="3E00033C" w14:textId="77777777" w:rsidR="00842CFC" w:rsidRDefault="00842CFC" w:rsidP="00842CFC">
      <w:pPr>
        <w:ind w:firstLine="720"/>
      </w:pPr>
    </w:p>
    <w:p w14:paraId="2188F887" w14:textId="77777777" w:rsidR="00842CFC" w:rsidRDefault="00842CFC" w:rsidP="00842CFC">
      <w:pPr>
        <w:ind w:firstLine="720"/>
      </w:pPr>
    </w:p>
    <w:p w14:paraId="1EB323D1" w14:textId="77777777" w:rsidR="00842CFC" w:rsidRDefault="00842CFC" w:rsidP="00842CFC">
      <w:pPr>
        <w:ind w:firstLine="720"/>
      </w:pPr>
    </w:p>
    <w:p w14:paraId="5971DB6C" w14:textId="77777777" w:rsidR="00842CFC" w:rsidRDefault="00842CFC" w:rsidP="00842CFC">
      <w:pPr>
        <w:ind w:firstLine="720"/>
      </w:pPr>
    </w:p>
    <w:p w14:paraId="7FFB978C" w14:textId="77777777" w:rsidR="00842CFC" w:rsidRDefault="00842CFC" w:rsidP="00842CFC">
      <w:pPr>
        <w:ind w:firstLine="720"/>
      </w:pPr>
    </w:p>
    <w:p w14:paraId="71F1C37A" w14:textId="77777777" w:rsidR="00842CFC" w:rsidRDefault="00842CFC" w:rsidP="00842CFC">
      <w:pPr>
        <w:ind w:firstLine="720"/>
      </w:pPr>
    </w:p>
    <w:p w14:paraId="62E515A1" w14:textId="77777777" w:rsidR="00842CFC" w:rsidRPr="00842CFC" w:rsidRDefault="00842CFC" w:rsidP="00842CFC">
      <w:pPr>
        <w:ind w:firstLine="720"/>
      </w:pPr>
    </w:p>
    <w:sectPr w:rsidR="00842CFC" w:rsidRPr="00842CFC" w:rsidSect="005123B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936B2"/>
    <w:multiLevelType w:val="hybridMultilevel"/>
    <w:tmpl w:val="7E82A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ABE"/>
    <w:rsid w:val="0003594C"/>
    <w:rsid w:val="00266ABE"/>
    <w:rsid w:val="00353310"/>
    <w:rsid w:val="003C3974"/>
    <w:rsid w:val="005123BC"/>
    <w:rsid w:val="00515CC0"/>
    <w:rsid w:val="00640CE5"/>
    <w:rsid w:val="007A59A2"/>
    <w:rsid w:val="007B7DE0"/>
    <w:rsid w:val="00842CFC"/>
    <w:rsid w:val="00882B10"/>
    <w:rsid w:val="0095110F"/>
    <w:rsid w:val="009F0BC1"/>
    <w:rsid w:val="00D94EC4"/>
    <w:rsid w:val="00F31E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DB8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310"/>
    <w:pPr>
      <w:spacing w:after="0"/>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3310"/>
    <w:pPr>
      <w:spacing w:after="0"/>
    </w:pPr>
    <w:rPr>
      <w:sz w:val="22"/>
      <w:szCs w:val="22"/>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42CFC"/>
    <w:pPr>
      <w:spacing w:after="200" w:line="276" w:lineRule="auto"/>
      <w:ind w:left="720"/>
      <w:contextualSpacing/>
    </w:pPr>
    <w:rPr>
      <w:lang w:eastAsia="ko-K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310"/>
    <w:pPr>
      <w:spacing w:after="0"/>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3310"/>
    <w:pPr>
      <w:spacing w:after="0"/>
    </w:pPr>
    <w:rPr>
      <w:sz w:val="22"/>
      <w:szCs w:val="22"/>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42CFC"/>
    <w:pPr>
      <w:spacing w:after="200" w:line="276" w:lineRule="auto"/>
      <w:ind w:left="720"/>
      <w:contextualSpacing/>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1-12%20revised%20rubrics:Studio%20Application%20v5%20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FBB72-A952-644C-A0A8-64FB3627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Studio Application v5 2012.dotx</Template>
  <TotalTime>10</TotalTime>
  <Pages>2</Pages>
  <Words>167</Words>
  <Characters>952</Characters>
  <Application>Microsoft Macintosh Word</Application>
  <DocSecurity>0</DocSecurity>
  <Lines>7</Lines>
  <Paragraphs>2</Paragraphs>
  <ScaleCrop>false</ScaleCrop>
  <Company/>
  <LinksUpToDate>false</LinksUpToDate>
  <CharactersWithSpaces>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4</cp:revision>
  <cp:lastPrinted>2012-09-24T01:42:00Z</cp:lastPrinted>
  <dcterms:created xsi:type="dcterms:W3CDTF">2012-10-18T01:21:00Z</dcterms:created>
  <dcterms:modified xsi:type="dcterms:W3CDTF">2012-10-18T01:43:00Z</dcterms:modified>
</cp:coreProperties>
</file>